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E43" w:rsidRPr="00E3660B" w:rsidRDefault="00522E43" w:rsidP="00C04AE4">
      <w:pPr>
        <w:pStyle w:val="BodyText"/>
        <w:ind w:right="413"/>
        <w:jc w:val="right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E3660B">
        <w:rPr>
          <w:rFonts w:ascii="Calibri" w:hAnsi="Calibri" w:cs="Calibri"/>
          <w:sz w:val="22"/>
          <w:szCs w:val="22"/>
        </w:rPr>
        <w:t>Anexa</w:t>
      </w:r>
      <w:r w:rsidR="00EC3F30">
        <w:rPr>
          <w:rFonts w:ascii="Calibri" w:hAnsi="Calibri" w:cs="Calibri"/>
          <w:sz w:val="22"/>
          <w:szCs w:val="22"/>
        </w:rPr>
        <w:t xml:space="preserve"> </w:t>
      </w:r>
      <w:r w:rsidR="00A40C9A">
        <w:rPr>
          <w:rFonts w:ascii="Calibri" w:hAnsi="Calibri" w:cs="Calibri"/>
          <w:sz w:val="22"/>
          <w:szCs w:val="22"/>
        </w:rPr>
        <w:t>8</w:t>
      </w:r>
    </w:p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C04AE4" w:rsidRDefault="00522E43" w:rsidP="00C04AE4">
      <w:pPr>
        <w:pStyle w:val="BodyText"/>
        <w:ind w:left="2977" w:right="2182" w:hanging="850"/>
        <w:jc w:val="center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GRILA</w:t>
      </w:r>
      <w:r w:rsidRPr="00E3660B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DE</w:t>
      </w:r>
      <w:r w:rsidRPr="00E3660B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ANALIZĂ</w:t>
      </w:r>
      <w:r w:rsidRPr="00E3660B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A</w:t>
      </w:r>
      <w:r w:rsidRPr="00E3660B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 xml:space="preserve">CONFORMITATII </w:t>
      </w:r>
      <w:r w:rsidRPr="00E3660B">
        <w:rPr>
          <w:rFonts w:ascii="Calibri" w:hAnsi="Calibri" w:cs="Calibri"/>
          <w:spacing w:val="-57"/>
          <w:sz w:val="22"/>
          <w:szCs w:val="22"/>
        </w:rPr>
        <w:t xml:space="preserve">             </w:t>
      </w:r>
      <w:r w:rsidRPr="00E3660B">
        <w:rPr>
          <w:rFonts w:ascii="Calibri" w:hAnsi="Calibri" w:cs="Calibri"/>
          <w:sz w:val="22"/>
          <w:szCs w:val="22"/>
        </w:rPr>
        <w:t>PROIECTULUI</w:t>
      </w:r>
      <w:r w:rsidRPr="00E3660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 xml:space="preserve">TEHNIC </w:t>
      </w:r>
    </w:p>
    <w:p w:rsidR="00522E43" w:rsidRPr="00E3660B" w:rsidRDefault="00522E43" w:rsidP="00C04AE4">
      <w:pPr>
        <w:pStyle w:val="BodyText"/>
        <w:ind w:left="2977" w:right="2182" w:hanging="850"/>
        <w:jc w:val="center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(PT</w:t>
      </w:r>
      <w:r w:rsidRPr="00E3660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–</w:t>
      </w:r>
      <w:r w:rsidRPr="00E3660B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HG 907/2016)</w:t>
      </w:r>
    </w:p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215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696"/>
        <w:gridCol w:w="7519"/>
      </w:tblGrid>
      <w:tr w:rsidR="00522E43" w:rsidRPr="00E3660B" w:rsidTr="00E3660B">
        <w:trPr>
          <w:trHeight w:val="230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2860" w:right="2852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Programul Regiunea Centru 2021-2027</w:t>
            </w:r>
          </w:p>
        </w:tc>
      </w:tr>
      <w:tr w:rsidR="0095201A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proofErr w:type="spellStart"/>
            <w:r w:rsidRPr="0021575D">
              <w:rPr>
                <w:rFonts w:ascii="Calibri" w:hAnsi="Calibri" w:cs="Calibri"/>
              </w:rPr>
              <w:t>investitii</w:t>
            </w:r>
            <w:proofErr w:type="spellEnd"/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95201A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</w:t>
            </w:r>
            <w:r w:rsidR="007B3E15">
              <w:rPr>
                <w:rFonts w:ascii="Calibri" w:hAnsi="Calibri" w:cs="Calibri"/>
              </w:rPr>
              <w:t>ț</w:t>
            </w:r>
            <w:r w:rsidRPr="0021575D">
              <w:rPr>
                <w:rFonts w:ascii="Calibri" w:hAnsi="Calibri" w:cs="Calibri"/>
              </w:rPr>
              <w:t>iunea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7.1. Dezvoltarea durabilă a comunită</w:t>
            </w:r>
            <w:r w:rsidR="007B3E15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ilor rurale prin punerea în valoare a poten</w:t>
            </w:r>
            <w:r w:rsidR="007B3E15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 xml:space="preserve">ialului lor turistic natural </w:t>
            </w:r>
            <w:r w:rsidR="007B3E15">
              <w:rPr>
                <w:rFonts w:ascii="Calibri" w:hAnsi="Calibri" w:cs="Calibri"/>
              </w:rPr>
              <w:t>ș</w:t>
            </w:r>
            <w:r w:rsidRPr="00F77FD3">
              <w:rPr>
                <w:rFonts w:ascii="Calibri" w:hAnsi="Calibri" w:cs="Calibri"/>
              </w:rPr>
              <w:t>i cultural</w:t>
            </w:r>
          </w:p>
        </w:tc>
      </w:tr>
      <w:tr w:rsidR="0095201A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Interven</w:t>
            </w:r>
            <w:r w:rsidR="007B3E15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7B3E15" w:rsidP="0095201A">
            <w:pPr>
              <w:pStyle w:val="TableParagraph"/>
              <w:rPr>
                <w:rFonts w:ascii="Calibri" w:hAnsi="Calibri" w:cs="Calibri"/>
              </w:rPr>
            </w:pPr>
            <w:r w:rsidRPr="007B3E15">
              <w:rPr>
                <w:rFonts w:ascii="Calibri" w:hAnsi="Calibri" w:cs="Calibri"/>
              </w:rPr>
              <w:t>7.1.2  – Interven</w:t>
            </w:r>
            <w:r>
              <w:rPr>
                <w:rFonts w:ascii="Calibri" w:hAnsi="Calibri" w:cs="Calibri"/>
              </w:rPr>
              <w:t>ț</w:t>
            </w:r>
            <w:r w:rsidRPr="007B3E15">
              <w:rPr>
                <w:rFonts w:ascii="Calibri" w:hAnsi="Calibri" w:cs="Calibri"/>
              </w:rPr>
              <w:t xml:space="preserve">ii destinate protejării </w:t>
            </w:r>
            <w:r>
              <w:rPr>
                <w:rFonts w:ascii="Calibri" w:hAnsi="Calibri" w:cs="Calibri"/>
              </w:rPr>
              <w:t>ș</w:t>
            </w:r>
            <w:r w:rsidRPr="007B3E15">
              <w:rPr>
                <w:rFonts w:ascii="Calibri" w:hAnsi="Calibri" w:cs="Calibri"/>
              </w:rPr>
              <w:t xml:space="preserve">i valorificării în scop turistic a patrimoniului natural </w:t>
            </w:r>
            <w:r>
              <w:rPr>
                <w:rFonts w:ascii="Calibri" w:hAnsi="Calibri" w:cs="Calibri"/>
              </w:rPr>
              <w:t>ș</w:t>
            </w:r>
            <w:r w:rsidRPr="007B3E15">
              <w:rPr>
                <w:rFonts w:ascii="Calibri" w:hAnsi="Calibri" w:cs="Calibri"/>
              </w:rPr>
              <w:t>i a resurselor balneare</w:t>
            </w:r>
          </w:p>
        </w:tc>
      </w:tr>
      <w:tr w:rsidR="00522E43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Titlul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Nr.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apel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proiecte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Cod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SMIS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Solicitantul: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</w:tbl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338" w:type="dxa"/>
        <w:tblInd w:w="11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42"/>
        <w:gridCol w:w="6194"/>
        <w:gridCol w:w="43"/>
        <w:gridCol w:w="99"/>
        <w:gridCol w:w="283"/>
        <w:gridCol w:w="43"/>
        <w:gridCol w:w="99"/>
        <w:gridCol w:w="309"/>
        <w:gridCol w:w="43"/>
        <w:gridCol w:w="99"/>
        <w:gridCol w:w="305"/>
        <w:gridCol w:w="43"/>
        <w:gridCol w:w="99"/>
        <w:gridCol w:w="1795"/>
        <w:gridCol w:w="43"/>
        <w:gridCol w:w="99"/>
        <w:tblGridChange w:id="1">
          <w:tblGrid>
            <w:gridCol w:w="742"/>
            <w:gridCol w:w="6194"/>
            <w:gridCol w:w="43"/>
            <w:gridCol w:w="99"/>
            <w:gridCol w:w="283"/>
            <w:gridCol w:w="43"/>
            <w:gridCol w:w="99"/>
            <w:gridCol w:w="309"/>
            <w:gridCol w:w="43"/>
            <w:gridCol w:w="99"/>
            <w:gridCol w:w="305"/>
            <w:gridCol w:w="43"/>
            <w:gridCol w:w="99"/>
            <w:gridCol w:w="1795"/>
            <w:gridCol w:w="43"/>
            <w:gridCol w:w="99"/>
          </w:tblGrid>
        </w:tblGridChange>
      </w:tblGrid>
      <w:tr w:rsidR="00522E43" w:rsidRPr="00E3660B" w:rsidTr="00C04AE4">
        <w:trPr>
          <w:gridAfter w:val="2"/>
          <w:wAfter w:w="142" w:type="dxa"/>
          <w:trHeight w:val="575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65" w:right="139" w:firstLine="19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Nr.</w:t>
            </w:r>
            <w:r w:rsidRPr="00E3660B">
              <w:rPr>
                <w:rFonts w:ascii="Calibri" w:hAnsi="Calibri" w:cs="Calibri"/>
                <w:b/>
                <w:spacing w:val="-46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crt.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2968" w:right="2772" w:hanging="418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Criterii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10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15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20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NA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588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Observa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</w:p>
        </w:tc>
      </w:tr>
      <w:tr w:rsidR="00522E43" w:rsidRPr="00E3660B" w:rsidTr="00C04AE4">
        <w:trPr>
          <w:gridAfter w:val="2"/>
          <w:wAfter w:w="142" w:type="dxa"/>
          <w:trHeight w:val="43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1B674D" w:rsidP="001B674D">
            <w:pPr>
              <w:pStyle w:val="TableParagraph"/>
              <w:ind w:right="263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w w:val="99"/>
              </w:rPr>
              <w:t xml:space="preserve">       </w:t>
            </w:r>
            <w:r w:rsidR="00522E43" w:rsidRPr="00E3660B">
              <w:rPr>
                <w:rFonts w:ascii="Calibri" w:hAnsi="Calibri" w:cs="Calibri"/>
                <w:b/>
                <w:w w:val="99"/>
              </w:rPr>
              <w:t>I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CRITERII</w:t>
            </w:r>
            <w:r w:rsidRPr="00E3660B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GENERALE</w:t>
            </w:r>
            <w:r w:rsidRPr="00E3660B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PRIVIND</w:t>
            </w:r>
            <w:r w:rsidRPr="00E3660B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CON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INUTUL</w:t>
            </w:r>
            <w:r w:rsidRPr="00E3660B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se respectă structura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Proiectului tehnic</w:t>
            </w:r>
            <w:r w:rsidRPr="00E3660B">
              <w:rPr>
                <w:rFonts w:ascii="Calibri" w:hAnsi="Calibri" w:cs="Calibri"/>
                <w:b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 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legisla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vigoare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– etapa a III-a din cadrul anexei 11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privind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etapele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elaborare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con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inutul-cadru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al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documenta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iilor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tehnico-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economice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aferente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obiectivelor/proiectelor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investi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finan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ate din fonduri publice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Partea scrisă prezintă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generale privind obiectivul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conform preciz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>rilor din cadrul anexei 10 la HG 907/2016: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Denumirea obiectivului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Amplasamentul?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Actul administrativ prin care a fost aprobat(ă), în condi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legii, studiul de fezabilitate/documenta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 de avizare a lucrărilor de 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Ordonatorul principal de credite?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Investitorul?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Beneficiarul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Elaboratorul proiectului tehnic de 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prezentate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privind prezentarea scenariului/op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 aprobat(e) în cadrul studiului de fezabilitate/documenta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 de avizare a lucrărilor de 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(parte din memoriul tehnic general), conform </w:t>
            </w:r>
            <w:r w:rsidR="007B3E15" w:rsidRPr="00E3660B">
              <w:rPr>
                <w:rFonts w:ascii="Calibri" w:hAnsi="Calibri" w:cs="Calibri"/>
              </w:rPr>
              <w:t>conținutul</w:t>
            </w:r>
            <w:r w:rsidR="007B3E15">
              <w:rPr>
                <w:rFonts w:ascii="Calibri" w:hAnsi="Calibri" w:cs="Calibri"/>
              </w:rPr>
              <w:t>ui</w:t>
            </w:r>
            <w:r w:rsidRPr="00E3660B">
              <w:rPr>
                <w:rFonts w:ascii="Calibri" w:hAnsi="Calibri" w:cs="Calibri"/>
              </w:rPr>
              <w:t xml:space="preserve">-cadru al PT reglementat prin HG 907/2016, care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</w:rPr>
              <w:t>:</w:t>
            </w:r>
          </w:p>
          <w:p w:rsidR="00273596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</w:rPr>
              <w:tab/>
            </w:r>
            <w:r w:rsidR="007B3E15" w:rsidRPr="00E3660B">
              <w:rPr>
                <w:rFonts w:ascii="Calibri" w:hAnsi="Calibri" w:cs="Calibri"/>
              </w:rPr>
              <w:t>Particularitățile</w:t>
            </w:r>
            <w:r w:rsidRPr="00E3660B">
              <w:rPr>
                <w:rFonts w:ascii="Calibri" w:hAnsi="Calibri" w:cs="Calibri"/>
              </w:rPr>
              <w:t xml:space="preserve"> amplasamentului ?</w:t>
            </w:r>
          </w:p>
          <w:p w:rsidR="00522E43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</w:rPr>
              <w:tab/>
            </w:r>
            <w:r w:rsidR="007B3E15" w:rsidRPr="00E3660B">
              <w:rPr>
                <w:rFonts w:ascii="Calibri" w:hAnsi="Calibri" w:cs="Calibri"/>
              </w:rPr>
              <w:t>Soluția</w:t>
            </w:r>
            <w:r w:rsidRPr="00E3660B">
              <w:rPr>
                <w:rFonts w:ascii="Calibri" w:hAnsi="Calibri" w:cs="Calibri"/>
              </w:rPr>
              <w:t xml:space="preserve"> tehnica, inclusiv organizarea de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antier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273596" w:rsidRPr="00E3660B" w:rsidTr="00C04AE4">
        <w:trPr>
          <w:gridAfter w:val="2"/>
          <w:wAfter w:w="142" w:type="dxa"/>
          <w:trHeight w:val="95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Memoriul de arhitectura </w:t>
            </w:r>
            <w:r w:rsidRPr="00E3660B">
              <w:rPr>
                <w:rFonts w:ascii="Calibri" w:hAnsi="Calibri" w:cs="Calibri"/>
              </w:rPr>
              <w:t>care con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ine descrierea 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arhitectură,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dotării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specifice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24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Memorii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corespondente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domeniilor/subdomeniilor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lastRenderedPageBreak/>
              <w:t>construc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(structura,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drumuri,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terasamente,</w:t>
            </w:r>
            <w:r w:rsidR="007B3E15">
              <w:rPr>
                <w:rFonts w:ascii="Calibri" w:hAnsi="Calibri" w:cs="Calibri"/>
              </w:rPr>
              <w:t xml:space="preserve"> amenajări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exterioare, </w:t>
            </w:r>
            <w:r w:rsidR="007B3E15" w:rsidRPr="00E3660B">
              <w:rPr>
                <w:rFonts w:ascii="Calibri" w:hAnsi="Calibri" w:cs="Calibri"/>
              </w:rPr>
              <w:t>amenajări</w:t>
            </w:r>
            <w:r w:rsidRPr="00E3660B">
              <w:rPr>
                <w:rFonts w:ascii="Calibri" w:hAnsi="Calibri" w:cs="Calibri"/>
              </w:rPr>
              <w:t xml:space="preserve"> hidrotehnice, etc –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</w:rPr>
              <w:t xml:space="preserve"> caz) cu precizarea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amplasamentului,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sistemului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structural,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utilizate,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structural,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 cu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privire la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exigentele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esențiale</w:t>
            </w:r>
            <w:r w:rsidRPr="00E3660B">
              <w:rPr>
                <w:rFonts w:ascii="Calibri" w:hAnsi="Calibri" w:cs="Calibri"/>
                <w:spacing w:val="4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Memorii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corespondente</w:t>
            </w:r>
            <w:r w:rsidRPr="00E3660B">
              <w:rPr>
                <w:rFonts w:ascii="Calibri" w:hAnsi="Calibri" w:cs="Calibri"/>
                <w:b/>
                <w:spacing w:val="6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specialită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ilor</w:t>
            </w:r>
            <w:r w:rsidRPr="00E3660B">
              <w:rPr>
                <w:rFonts w:ascii="Calibri" w:hAnsi="Calibri" w:cs="Calibri"/>
                <w:b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instala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56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</w:p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precizarea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echipării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dotării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specifice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91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Breviarele de calcul </w:t>
            </w:r>
            <w:r w:rsidRPr="00E3660B">
              <w:rPr>
                <w:rFonts w:ascii="Calibri" w:hAnsi="Calibri" w:cs="Calibri"/>
              </w:rPr>
              <w:t>pentru dimensionarea elementelor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elaborate pentru fiecare element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 parte,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in care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precizează</w:t>
            </w:r>
            <w:r w:rsidRPr="00E3660B">
              <w:rPr>
                <w:rFonts w:ascii="Calibri" w:hAnsi="Calibri" w:cs="Calibri"/>
              </w:rPr>
              <w:t>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încărcările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36"/>
              </w:rPr>
              <w:t xml:space="preserve"> </w:t>
            </w:r>
            <w:r w:rsidRPr="00E3660B">
              <w:rPr>
                <w:rFonts w:ascii="Calibri" w:hAnsi="Calibri" w:cs="Calibri"/>
              </w:rPr>
              <w:t>ipotezele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37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calcul,</w:t>
            </w:r>
            <w:r w:rsidRPr="00E3660B">
              <w:rPr>
                <w:rFonts w:ascii="Calibri" w:hAnsi="Calibri" w:cs="Calibri"/>
                <w:spacing w:val="34"/>
              </w:rPr>
              <w:t xml:space="preserve"> </w:t>
            </w:r>
            <w:r w:rsidRPr="00E3660B">
              <w:rPr>
                <w:rFonts w:ascii="Calibri" w:hAnsi="Calibri" w:cs="Calibri"/>
              </w:rPr>
              <w:t>combina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37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calcul,</w:t>
            </w:r>
          </w:p>
          <w:p w:rsidR="009F75B4" w:rsidRPr="00E3660B" w:rsidRDefault="009F75B4" w:rsidP="001B674D">
            <w:pPr>
              <w:pStyle w:val="TableParagraph"/>
              <w:ind w:left="81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metodologia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verificările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dimensionările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programele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utilizate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86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Sunt întocmite </w:t>
            </w:r>
            <w:r w:rsidRPr="00E3660B">
              <w:rPr>
                <w:rFonts w:ascii="Calibri" w:hAnsi="Calibri" w:cs="Calibri"/>
                <w:b/>
              </w:rPr>
              <w:t xml:space="preserve">caietele de sarcini </w:t>
            </w:r>
            <w:r w:rsidRPr="00E3660B">
              <w:rPr>
                <w:rFonts w:ascii="Calibri" w:hAnsi="Calibri" w:cs="Calibri"/>
              </w:rPr>
              <w:t>pentru fiecare specialitate, 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respectarea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capitolul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IV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Caiete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sarcini,</w:t>
            </w:r>
            <w:r w:rsidRPr="00E3660B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secțiunea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 </w:t>
            </w:r>
            <w:r w:rsidRPr="00E3660B">
              <w:rPr>
                <w:rFonts w:ascii="Calibri" w:hAnsi="Calibri" w:cs="Calibri"/>
                <w:i/>
              </w:rPr>
              <w:t>Pă</w:t>
            </w:r>
            <w:r w:rsidR="007B3E15">
              <w:rPr>
                <w:rFonts w:ascii="Calibri" w:hAnsi="Calibri" w:cs="Calibri"/>
                <w:i/>
              </w:rPr>
              <w:t>rți</w:t>
            </w:r>
            <w:r w:rsidRPr="00E3660B">
              <w:rPr>
                <w:rFonts w:ascii="Calibri" w:hAnsi="Calibri" w:cs="Calibri"/>
                <w:i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scrise,</w:t>
            </w:r>
            <w:r w:rsidRPr="00E3660B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anexei 10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85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Caietele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sarcini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descriu,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fără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restrictive,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materialele, utilajele, echipamentele tehnologice, etc   prevăzute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fiecărui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specialitate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 parte?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69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centralizatorul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cheltuielilor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obiectiv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investi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(Formularul F1)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</w:rPr>
              <w:t xml:space="preserve"> conform modelului din anexa 10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cheltuielilor?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06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20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centralizatoarele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cheltuielilor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26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categorii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2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lucrări,</w:t>
            </w:r>
            <w:r w:rsidRPr="00E3660B">
              <w:rPr>
                <w:rFonts w:ascii="Calibri" w:hAnsi="Calibri" w:cs="Calibri"/>
                <w:b/>
                <w:spacing w:val="2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obiecte</w:t>
            </w:r>
            <w:r w:rsidRPr="00E3660B">
              <w:rPr>
                <w:rFonts w:ascii="Calibri" w:hAnsi="Calibri" w:cs="Calibri"/>
                <w:b/>
                <w:spacing w:val="2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F2),</w:t>
            </w:r>
            <w:r w:rsidRPr="00E3660B">
              <w:rPr>
                <w:rFonts w:ascii="Calibri" w:hAnsi="Calibri" w:cs="Calibri"/>
                <w:spacing w:val="19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  <w:spacing w:val="19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2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modelului</w:t>
            </w:r>
            <w:r w:rsidRPr="00E3660B">
              <w:rPr>
                <w:rFonts w:ascii="Calibri" w:hAnsi="Calibri" w:cs="Calibri"/>
                <w:spacing w:val="18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anexa</w:t>
            </w:r>
          </w:p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10</w:t>
            </w:r>
            <w:r w:rsidRPr="00E3660B">
              <w:rPr>
                <w:rFonts w:ascii="Calibri" w:hAnsi="Calibri" w:cs="Calibri"/>
                <w:spacing w:val="45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</w:t>
            </w:r>
            <w:r w:rsidRPr="00E3660B">
              <w:rPr>
                <w:rFonts w:ascii="Calibri" w:hAnsi="Calibri" w:cs="Calibri"/>
                <w:spacing w:val="54"/>
              </w:rPr>
              <w:t xml:space="preserve"> </w:t>
            </w:r>
            <w:r w:rsidRPr="00E3660B">
              <w:rPr>
                <w:rFonts w:ascii="Calibri" w:hAnsi="Calibri" w:cs="Calibri"/>
              </w:rPr>
              <w:t>unitare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80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listele cu 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 de lucrări, pe categorii de lucrări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(Formularele F3)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 modelului din anexa 10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 unitare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9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listele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cu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utilaje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="007B3E15" w:rsidRPr="00E3660B">
              <w:rPr>
                <w:rFonts w:ascii="Calibri" w:hAnsi="Calibri" w:cs="Calibri"/>
                <w:b/>
              </w:rPr>
              <w:t>i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echipamente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 xml:space="preserve">tehnologice, inclusiv dotări </w:t>
            </w:r>
            <w:r w:rsidRPr="00E3660B">
              <w:rPr>
                <w:rFonts w:ascii="Calibri" w:hAnsi="Calibri" w:cs="Calibri"/>
              </w:rPr>
              <w:t xml:space="preserve">(Formularele F4)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modelului din anexa 10 la HG 907/2016, in care se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urile unitare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si valorile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77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fisele tehnice </w:t>
            </w:r>
            <w:r w:rsidRPr="00E3660B">
              <w:rPr>
                <w:rFonts w:ascii="Calibri" w:hAnsi="Calibri" w:cs="Calibri"/>
              </w:rPr>
              <w:t xml:space="preserve">ale utilajelor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echipamentelor tehnologice,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inclusiv dotări (Formularele F5)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 modelului 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10 la HG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listele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cu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lucrări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pentru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construcții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provizorii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OS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(organizare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antier</w:t>
            </w:r>
            <w:r w:rsidRPr="00E3660B">
              <w:rPr>
                <w:rFonts w:ascii="Calibri" w:hAnsi="Calibri" w:cs="Calibri"/>
              </w:rPr>
              <w:t>),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î</w:t>
            </w:r>
            <w:r w:rsidRPr="00E3660B">
              <w:rPr>
                <w:rFonts w:ascii="Calibri" w:hAnsi="Calibri" w:cs="Calibri"/>
              </w:rPr>
              <w:t>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 unitare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si valorile?</w:t>
            </w:r>
          </w:p>
          <w:p w:rsidR="009F75B4" w:rsidRPr="00E3660B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i/>
              </w:rPr>
            </w:pPr>
            <w:r w:rsidRPr="00E3660B">
              <w:rPr>
                <w:rFonts w:ascii="Calibri" w:hAnsi="Calibri" w:cs="Calibri"/>
                <w:i/>
              </w:rPr>
              <w:t xml:space="preserve">(Se pot </w:t>
            </w:r>
            <w:r w:rsidR="007B3E15" w:rsidRPr="00E3660B">
              <w:rPr>
                <w:rFonts w:ascii="Calibri" w:hAnsi="Calibri" w:cs="Calibri"/>
                <w:i/>
              </w:rPr>
              <w:t>întocmi</w:t>
            </w:r>
            <w:r w:rsidRPr="00E3660B">
              <w:rPr>
                <w:rFonts w:ascii="Calibri" w:hAnsi="Calibri" w:cs="Calibri"/>
                <w:i/>
              </w:rPr>
              <w:t xml:space="preserve"> folosind modelul de formular F3 din anexa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10 la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HG</w:t>
            </w:r>
            <w:r w:rsidRPr="00E3660B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907/2016)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644F34">
            <w:pPr>
              <w:pStyle w:val="TableParagraph"/>
              <w:numPr>
                <w:ilvl w:val="0"/>
                <w:numId w:val="34"/>
              </w:numPr>
              <w:ind w:right="29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 xml:space="preserve">Devizul general </w:t>
            </w:r>
            <w:r w:rsidRPr="00E3660B">
              <w:rPr>
                <w:rFonts w:ascii="Calibri" w:hAnsi="Calibri" w:cs="Calibri"/>
              </w:rPr>
              <w:t xml:space="preserve">al obiectivului de </w:t>
            </w:r>
            <w:r w:rsidR="007B3E15" w:rsidRPr="00E3660B">
              <w:rPr>
                <w:rFonts w:ascii="Calibri" w:hAnsi="Calibri" w:cs="Calibri"/>
              </w:rPr>
              <w:t>investiție</w:t>
            </w:r>
            <w:r w:rsidRPr="00E3660B">
              <w:rPr>
                <w:rFonts w:ascii="Calibri" w:hAnsi="Calibri" w:cs="Calibri"/>
              </w:rPr>
              <w:t xml:space="preserve"> este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</w:rPr>
              <w:t xml:space="preserve"> 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modelului din anexa 7 la HG 907/2016 si este actualizat astfel </w:t>
            </w:r>
            <w:r w:rsidR="007B3E15" w:rsidRPr="00E3660B">
              <w:rPr>
                <w:rFonts w:ascii="Calibri" w:hAnsi="Calibri" w:cs="Calibri"/>
              </w:rPr>
              <w:t>încât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sa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formularele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F1</w:t>
            </w:r>
            <w:r w:rsidRPr="00E3660B">
              <w:rPr>
                <w:rFonts w:ascii="Calibri" w:hAnsi="Calibri" w:cs="Calibri"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</w:rPr>
              <w:t>–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F4?</w:t>
            </w:r>
          </w:p>
          <w:p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Devizul general actualizat este </w:t>
            </w:r>
            <w:r w:rsidR="007B3E15" w:rsidRPr="00E3660B">
              <w:rPr>
                <w:rFonts w:ascii="Calibri" w:hAnsi="Calibri" w:cs="Calibri"/>
              </w:rPr>
              <w:t>însoțit</w:t>
            </w:r>
            <w:r w:rsidRPr="00E3660B">
              <w:rPr>
                <w:rFonts w:ascii="Calibri" w:hAnsi="Calibri" w:cs="Calibri"/>
              </w:rPr>
              <w:t xml:space="preserve"> de documentul legal de aprobare conform cu </w:t>
            </w:r>
            <w:r w:rsidR="007B3E15" w:rsidRPr="00E3660B">
              <w:rPr>
                <w:rFonts w:ascii="Calibri" w:hAnsi="Calibri" w:cs="Calibri"/>
              </w:rPr>
              <w:t>cerințele</w:t>
            </w:r>
            <w:r w:rsidRPr="00E3660B">
              <w:rPr>
                <w:rFonts w:ascii="Calibri" w:hAnsi="Calibri" w:cs="Calibri"/>
              </w:rPr>
              <w:t xml:space="preserve"> alin (4) din </w:t>
            </w:r>
            <w:proofErr w:type="spellStart"/>
            <w:r w:rsidRPr="00E3660B">
              <w:rPr>
                <w:rFonts w:ascii="Calibri" w:hAnsi="Calibri" w:cs="Calibri"/>
              </w:rPr>
              <w:t>art</w:t>
            </w:r>
            <w:proofErr w:type="spellEnd"/>
            <w:r w:rsidRPr="00E3660B">
              <w:rPr>
                <w:rFonts w:ascii="Calibri" w:hAnsi="Calibri" w:cs="Calibri"/>
              </w:rPr>
              <w:t xml:space="preserve"> 10 la HG907/2016?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7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Graficul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realizare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a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investi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iei,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modelului din anexa 10 – formularul F6 -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la HG 907/2016, 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Este precizata in proiect </w:t>
            </w:r>
            <w:r w:rsidRPr="00E3660B">
              <w:rPr>
                <w:rFonts w:ascii="Calibri" w:hAnsi="Calibri" w:cs="Calibri"/>
                <w:b/>
              </w:rPr>
              <w:t xml:space="preserve">categoria de importanta a </w:t>
            </w:r>
            <w:r w:rsidR="007B3E15" w:rsidRPr="00E3660B">
              <w:rPr>
                <w:rFonts w:ascii="Calibri" w:hAnsi="Calibri" w:cs="Calibri"/>
                <w:b/>
              </w:rPr>
              <w:t>construcției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art.23 a)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Legea 10/1995?</w:t>
            </w:r>
          </w:p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precizate in proiect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ele pe care </w:t>
            </w:r>
            <w:r w:rsidR="007B3E15" w:rsidRPr="00E3660B">
              <w:rPr>
                <w:rFonts w:ascii="Calibri" w:hAnsi="Calibri" w:cs="Calibri"/>
              </w:rPr>
              <w:t>documentația</w:t>
            </w:r>
            <w:r w:rsidRPr="00E3660B">
              <w:rPr>
                <w:rFonts w:ascii="Calibri" w:hAnsi="Calibri" w:cs="Calibri"/>
              </w:rPr>
              <w:t xml:space="preserve"> trebuie sa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îndeplinească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art</w:t>
            </w:r>
            <w:r w:rsidR="007B3E15">
              <w:rPr>
                <w:rFonts w:ascii="Calibri" w:hAnsi="Calibri" w:cs="Calibri"/>
              </w:rPr>
              <w:t>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6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925/1995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pentru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aprobarea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Regulamentului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verificare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expertizare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tehnica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calitate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proiectelor,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execu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iei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lucrărilor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construc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 xml:space="preserve">iilor actualizată cu </w:t>
            </w:r>
            <w:r w:rsidR="007B3E15" w:rsidRPr="00E3660B">
              <w:rPr>
                <w:rFonts w:ascii="Calibri" w:hAnsi="Calibri" w:cs="Calibri"/>
                <w:i/>
              </w:rPr>
              <w:t>prevederile</w:t>
            </w:r>
            <w:r w:rsidRPr="00E3660B">
              <w:rPr>
                <w:rFonts w:ascii="Calibri" w:hAnsi="Calibri" w:cs="Calibri"/>
                <w:i/>
              </w:rPr>
              <w:t xml:space="preserve"> HOTĂRÂRII nr. 742 din 13 septembrie 2018, privind modificarea Hotărârii Guvernului nr. 925/1995 pentru aprobarea Regulamentului de verificare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 expertizare tehnică de calitate a proiectelor, a execu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 xml:space="preserve">iei lucrărilor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 a construc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iilor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6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P</w:t>
            </w:r>
            <w:r w:rsidR="007B3E15">
              <w:rPr>
                <w:rFonts w:ascii="Calibri" w:hAnsi="Calibri" w:cs="Calibri"/>
                <w:b/>
              </w:rPr>
              <w:t>ă</w:t>
            </w:r>
            <w:r w:rsidRPr="00E3660B">
              <w:rPr>
                <w:rFonts w:ascii="Calibri" w:hAnsi="Calibri" w:cs="Calibri"/>
                <w:b/>
              </w:rPr>
              <w:t>r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 xml:space="preserve">ile Desenate </w:t>
            </w:r>
            <w:r w:rsidRPr="00E3660B">
              <w:rPr>
                <w:rFonts w:ascii="Calibri" w:hAnsi="Calibri" w:cs="Calibri"/>
              </w:rPr>
              <w:t>sunt elaborate in conformitate cu prevederile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Anexei 10 la HG 907/2016,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cuprind </w:t>
            </w:r>
            <w:r w:rsidR="007B3E15"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</w:rPr>
              <w:t xml:space="preserve"> ale tuturor obiectelor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investiție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aferente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tuturor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specialităților</w:t>
            </w:r>
            <w:r w:rsidRPr="00E3660B">
              <w:rPr>
                <w:rFonts w:ascii="Calibri" w:hAnsi="Calibri" w:cs="Calibri"/>
                <w:spacing w:val="6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="007B3E15"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încadrare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zona?</w:t>
            </w:r>
          </w:p>
          <w:p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ele</w:t>
            </w:r>
            <w:r w:rsidR="009F75B4" w:rsidRPr="00E3660B">
              <w:rPr>
                <w:rFonts w:ascii="Calibri" w:hAnsi="Calibri" w:cs="Calibri"/>
              </w:rPr>
              <w:t xml:space="preserve">   de  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amplasare  </w:t>
            </w:r>
            <w:r w:rsidR="009F75B4" w:rsidRPr="00E3660B">
              <w:rPr>
                <w:rFonts w:ascii="Calibri" w:hAnsi="Calibri" w:cs="Calibri"/>
                <w:spacing w:val="2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a  </w:t>
            </w:r>
            <w:r w:rsidR="009F75B4" w:rsidRPr="00E3660B">
              <w:rPr>
                <w:rFonts w:ascii="Calibri" w:hAnsi="Calibri" w:cs="Calibri"/>
                <w:spacing w:val="3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reperelor   de  </w:t>
            </w:r>
            <w:r w:rsidR="009F75B4" w:rsidRPr="00E3660B">
              <w:rPr>
                <w:rFonts w:ascii="Calibri" w:hAnsi="Calibri" w:cs="Calibri"/>
                <w:spacing w:val="3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nivelment  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</w:t>
            </w:r>
          </w:p>
          <w:p w:rsidR="009F75B4" w:rsidRPr="00E3660B" w:rsidRDefault="009F75B4" w:rsidP="001B674D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planimetrice?</w:t>
            </w:r>
          </w:p>
          <w:p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ele</w:t>
            </w:r>
            <w:r w:rsidR="009F75B4" w:rsidRPr="00E3660B">
              <w:rPr>
                <w:rFonts w:ascii="Calibri" w:hAnsi="Calibri" w:cs="Calibri"/>
                <w:spacing w:val="-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topografice</w:t>
            </w:r>
            <w:r w:rsidR="009F75B4" w:rsidRPr="00E3660B">
              <w:rPr>
                <w:rFonts w:ascii="Calibri" w:hAnsi="Calibri" w:cs="Calibri"/>
                <w:spacing w:val="-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principale?</w:t>
            </w:r>
          </w:p>
          <w:p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="009F75B4" w:rsidRPr="00E3660B">
              <w:rPr>
                <w:rFonts w:ascii="Calibri" w:hAnsi="Calibri" w:cs="Calibri"/>
              </w:rPr>
              <w:t xml:space="preserve"> de amplasare a forajelor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 profilurilor geotehnice,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cu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înscrierea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condi</w:t>
            </w:r>
            <w:r>
              <w:rPr>
                <w:rFonts w:ascii="Calibri" w:hAnsi="Calibri" w:cs="Calibri"/>
              </w:rPr>
              <w:t>ț</w:t>
            </w:r>
            <w:r w:rsidR="009F75B4" w:rsidRPr="00E3660B">
              <w:rPr>
                <w:rFonts w:ascii="Calibri" w:hAnsi="Calibri" w:cs="Calibri"/>
              </w:rPr>
              <w:t>iilor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a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recomandărilor</w:t>
            </w:r>
            <w:r w:rsidR="009F75B4" w:rsidRPr="00E3660B">
              <w:rPr>
                <w:rFonts w:ascii="Calibri" w:hAnsi="Calibri" w:cs="Calibri"/>
                <w:spacing w:val="6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privind</w:t>
            </w:r>
            <w:r w:rsidR="009F75B4" w:rsidRPr="00E3660B">
              <w:rPr>
                <w:rFonts w:ascii="Calibri" w:hAnsi="Calibri" w:cs="Calibri"/>
                <w:spacing w:val="-5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lucrările</w:t>
            </w:r>
            <w:r w:rsidR="009F75B4"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de</w:t>
            </w:r>
            <w:r w:rsidR="009F75B4" w:rsidRPr="00E3660B">
              <w:rPr>
                <w:rFonts w:ascii="Calibri" w:hAnsi="Calibri" w:cs="Calibri"/>
                <w:spacing w:val="-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fundare?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principale de amplasare a obiectelor, cu înscrierea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cotelor de nivel, a 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elor de amplasare, orientărilor,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coordonatelor,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axelor,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reperelor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nivelment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planimetrice,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±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0,00,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trotuarelor,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cotelor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elor principale de amplasare a drumurilor,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trotuarelor,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aleilor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pietonale,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platformelor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  <w:p w:rsidR="009F75B4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sistematizarea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verticală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terenului,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volumelor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terasamente,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săpături-umpluturi,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depozite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pământ,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volumul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pământului transportat (excedent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deficit), a 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privind stratul vegetal, a precizărilor privind utilajele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echipamentele de lucru, precum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 altor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elemente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tehnologice?</w:t>
            </w:r>
          </w:p>
          <w:p w:rsidR="00C04AE4" w:rsidRPr="00E3660B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subterane,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cuprinzând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profiluri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longitudinale/transversale,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nivel,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lastRenderedPageBreak/>
              <w:t xml:space="preserve">cofraj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armare, ariile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specifice ale o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clasa betoanelor, protec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izola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hidrofuge, protec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împotriva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agresivită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coroziunii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  <w:p w:rsidR="00C04AE4" w:rsidRPr="009F75B4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reperelor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fixe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trasare?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e de arhitectura </w:t>
            </w:r>
            <w:r w:rsidRPr="00E3660B">
              <w:rPr>
                <w:rFonts w:ascii="Calibri" w:hAnsi="Calibri" w:cs="Calibri"/>
              </w:rPr>
              <w:t xml:space="preserve">pentru fiecare obiect, care </w:t>
            </w:r>
            <w:proofErr w:type="spellStart"/>
            <w:r w:rsidRPr="00E3660B">
              <w:rPr>
                <w:rFonts w:ascii="Calibri" w:hAnsi="Calibri" w:cs="Calibri"/>
              </w:rPr>
              <w:t>contin</w:t>
            </w:r>
            <w:proofErr w:type="spellEnd"/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precizări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finisajele si calitatea acestora (pentru fiecare nivel subteran 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suprateran, inclusiv pentru sistemul de acoperire) cu reprezentarea 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mobilierului,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finisajelor, fa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ade cu indicarea finisajelor si, dup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 xml:space="preserve"> caz, încadrarea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frontul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stradal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existent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82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e de structura </w:t>
            </w:r>
            <w:r w:rsidRPr="00E3660B">
              <w:rPr>
                <w:rFonts w:ascii="Calibri" w:hAnsi="Calibri" w:cs="Calibri"/>
              </w:rPr>
              <w:t>pentru fiecare obiect, care definesc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rezisten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acesteia,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planurile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infrastructurii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iunile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planurile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suprastructurii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iunile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right="98"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descrierea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constructive,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ordinii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(numai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situa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speciale în care aceasta este obligatorie), recomandări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transportul,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manipularea,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depozitarea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76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pentru fiecare obiect care definesc 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expliciteaz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cote,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toleran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utilajele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si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echipamentele</w:t>
            </w:r>
            <w:r w:rsidRPr="00E3660B">
              <w:rPr>
                <w:rFonts w:ascii="Calibri" w:hAnsi="Calibri" w:cs="Calibri"/>
                <w:b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tehnologice</w:t>
            </w:r>
            <w:r w:rsidRPr="00E3660B">
              <w:rPr>
                <w:rFonts w:ascii="Calibri" w:hAnsi="Calibri" w:cs="Calibri"/>
                <w:b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dup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caz: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ansamblu?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fluxului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cinematice,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indicarea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principalilor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 ale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 hidraulice, pneumatice, electrice,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automatizare, comunica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re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de combustibil, apă,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iluminat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altele asemenea, precum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ale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montaj, cu indicarea geometriilor, dimensiunilor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amplasare, presta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iilor, sarcinilor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 altor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aceea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natură, inclusiv a schemelor tehnologice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diagrame, nomograme, calcule inginere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ti, tehnologice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montaj, inclusiv materialul grafic necesar punerii 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iune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exploatării?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liste cu utilaje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echipamente din componen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cuprinzând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performan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acestora?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dotări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prezinta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montajul,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 cote, dimensiuni, 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iuni, vederi, tablouri de dotări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piese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mobilier?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elemente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inventar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gospodăresc?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dotări</w:t>
            </w:r>
            <w:r w:rsidRPr="00E3660B">
              <w:rPr>
                <w:rFonts w:ascii="Calibri" w:hAnsi="Calibri" w:cs="Calibri"/>
              </w:rPr>
              <w:tab/>
              <w:t>cu</w:t>
            </w:r>
            <w:r w:rsidRPr="00E3660B">
              <w:rPr>
                <w:rFonts w:ascii="Calibri" w:hAnsi="Calibri" w:cs="Calibri"/>
              </w:rPr>
              <w:tab/>
              <w:t>mijloace</w:t>
            </w:r>
            <w:r w:rsidRPr="00E3660B">
              <w:rPr>
                <w:rFonts w:ascii="Calibri" w:hAnsi="Calibri" w:cs="Calibri"/>
              </w:rPr>
              <w:tab/>
              <w:t>tehnice</w:t>
            </w:r>
            <w:r w:rsidRPr="00E3660B">
              <w:rPr>
                <w:rFonts w:ascii="Calibri" w:hAnsi="Calibri" w:cs="Calibri"/>
              </w:rPr>
              <w:tab/>
              <w:t>de</w:t>
            </w:r>
            <w:r w:rsidRPr="00E3660B">
              <w:rPr>
                <w:rFonts w:ascii="Calibri" w:hAnsi="Calibri" w:cs="Calibri"/>
              </w:rPr>
              <w:tab/>
              <w:t xml:space="preserve">apărare </w:t>
            </w:r>
            <w:r w:rsidRPr="00E3660B">
              <w:rPr>
                <w:rFonts w:ascii="Calibri" w:hAnsi="Calibri" w:cs="Calibri"/>
              </w:rPr>
              <w:tab/>
              <w:t>împotriva incendiilor?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dotări necesare securită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muncii?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alte dotări necesare în 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de specific, daca este cazul?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100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Materialele,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prefabricatele,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confecțiile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utilajele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echipamentele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sunt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definite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performante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caracteristici, </w:t>
            </w:r>
            <w:r w:rsidR="007B3E15" w:rsidRPr="00E3660B">
              <w:rPr>
                <w:rFonts w:ascii="Calibri" w:hAnsi="Calibri" w:cs="Calibri"/>
              </w:rPr>
              <w:t>fără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face referiri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sau trimiteri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mărci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fabrica,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producători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furnizori, etc?</w:t>
            </w:r>
          </w:p>
          <w:p w:rsidR="00AC4893" w:rsidRPr="00E3660B" w:rsidRDefault="00AC489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Nu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exista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recomandări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sau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precizări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sa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reducă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concurenta?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detalii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execuție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asamblarea,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executarea,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opera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păr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i/elemente de 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ori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aferente acesteia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indică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materiale,</w:t>
            </w:r>
            <w:r w:rsidRPr="00E3660B">
              <w:rPr>
                <w:rFonts w:ascii="Calibri" w:hAnsi="Calibri" w:cs="Calibri"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tehnologii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precum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legături între elementele constructive structurale/nestructurale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obiectivului 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68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Fiecare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pieselor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desenate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numerotata/codificata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prezintă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cartu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conține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informațiile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solicitate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legale?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În cazul în care </w:t>
            </w:r>
            <w:r w:rsidR="007B3E15" w:rsidRPr="00E3660B">
              <w:rPr>
                <w:rFonts w:ascii="Calibri" w:hAnsi="Calibri" w:cs="Calibri"/>
              </w:rPr>
              <w:t>planșele</w:t>
            </w:r>
            <w:r w:rsidRPr="00E3660B">
              <w:rPr>
                <w:rFonts w:ascii="Calibri" w:hAnsi="Calibri" w:cs="Calibri"/>
              </w:rPr>
              <w:t xml:space="preserve"> au fost anexate la cererea de </w:t>
            </w:r>
            <w:r w:rsidR="007B3E15" w:rsidRPr="00E3660B">
              <w:rPr>
                <w:rFonts w:ascii="Calibri" w:hAnsi="Calibri" w:cs="Calibri"/>
              </w:rPr>
              <w:t>finanțare</w:t>
            </w:r>
            <w:r w:rsidRPr="00E3660B">
              <w:rPr>
                <w:rFonts w:ascii="Calibri" w:hAnsi="Calibri" w:cs="Calibri"/>
              </w:rPr>
              <w:t xml:space="preserve"> 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format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scanat,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fost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semnate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tampilate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elaboratori: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prezentă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semnătura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stampila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tuturor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persoanelor nominalizate in </w:t>
            </w:r>
            <w:r w:rsidR="007B3E15" w:rsidRPr="00E3660B">
              <w:rPr>
                <w:rFonts w:ascii="Calibri" w:hAnsi="Calibri" w:cs="Calibri"/>
              </w:rPr>
              <w:t>cartuș</w:t>
            </w:r>
            <w:r w:rsidRPr="00E3660B">
              <w:rPr>
                <w:rFonts w:ascii="Calibri" w:hAnsi="Calibri" w:cs="Calibri"/>
              </w:rPr>
              <w:t>, în conformitate cu prevederile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legale,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inclusiv:</w:t>
            </w:r>
          </w:p>
          <w:p w:rsidR="00AC4893" w:rsidRPr="00E3660B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proiectantului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/</w:t>
            </w:r>
            <w:r w:rsidRPr="00E3660B">
              <w:rPr>
                <w:rFonts w:ascii="Calibri" w:hAnsi="Calibri" w:cs="Calibri"/>
                <w:spacing w:val="5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efului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:rsidR="00AC4893" w:rsidRPr="00E3660B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arhitectului cu drept de </w:t>
            </w:r>
            <w:r w:rsidR="007B3E15" w:rsidRPr="00E3660B">
              <w:rPr>
                <w:rFonts w:ascii="Calibri" w:hAnsi="Calibri" w:cs="Calibri"/>
              </w:rPr>
              <w:t>semnătura</w:t>
            </w:r>
            <w:r w:rsidRPr="00E3660B">
              <w:rPr>
                <w:rFonts w:ascii="Calibri" w:hAnsi="Calibri" w:cs="Calibri"/>
              </w:rPr>
              <w:t xml:space="preserve">, cu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tampila cu </w:t>
            </w:r>
            <w:r w:rsidR="007B3E15" w:rsidRPr="00E3660B">
              <w:rPr>
                <w:rFonts w:ascii="Calibri" w:hAnsi="Calibri" w:cs="Calibri"/>
              </w:rPr>
              <w:t>număr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înregistrare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tabloul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național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TNA,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reglementări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OAR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proiectanților</w:t>
            </w:r>
            <w:r w:rsidR="00AC4893"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de</w:t>
            </w:r>
            <w:r w:rsidR="00AC4893"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specialitate?</w:t>
            </w:r>
          </w:p>
          <w:p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expertului</w:t>
            </w:r>
            <w:r w:rsidR="00AC4893" w:rsidRPr="00E3660B">
              <w:rPr>
                <w:rFonts w:ascii="Calibri" w:hAnsi="Calibri" w:cs="Calibri"/>
              </w:rPr>
              <w:t xml:space="preserve"> tehnic, unde este cazul, conform prevederilor</w:t>
            </w:r>
            <w:r w:rsidR="00AC4893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legale?</w:t>
            </w:r>
          </w:p>
          <w:p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ș</w:t>
            </w:r>
            <w:r w:rsidR="00AC4893" w:rsidRPr="00E3660B">
              <w:rPr>
                <w:rFonts w:ascii="Calibri" w:hAnsi="Calibri" w:cs="Calibri"/>
              </w:rPr>
              <w:t>eful</w:t>
            </w:r>
            <w:r w:rsidR="00AC4893" w:rsidRPr="00E3660B">
              <w:rPr>
                <w:rFonts w:ascii="Calibri" w:hAnsi="Calibri" w:cs="Calibri"/>
                <w:spacing w:val="4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de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proiect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complex,</w:t>
            </w:r>
            <w:r w:rsidR="00AC4893" w:rsidRPr="00E3660B">
              <w:rPr>
                <w:rFonts w:ascii="Calibri" w:hAnsi="Calibri" w:cs="Calibri"/>
                <w:spacing w:val="107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expert/specialist,</w:t>
            </w:r>
            <w:r w:rsidR="00AC4893" w:rsidRPr="00E3660B">
              <w:rPr>
                <w:rFonts w:ascii="Calibri" w:hAnsi="Calibri" w:cs="Calibri"/>
                <w:spacing w:val="103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in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cazul</w:t>
            </w:r>
          </w:p>
          <w:p w:rsidR="00AC4893" w:rsidRPr="00E3660B" w:rsidRDefault="00AC4893" w:rsidP="001B674D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monumentelor</w:t>
            </w:r>
            <w:r w:rsidRPr="00E3660B">
              <w:rPr>
                <w:rFonts w:ascii="Calibri" w:hAnsi="Calibri" w:cs="Calibri"/>
                <w:spacing w:val="-9"/>
              </w:rPr>
              <w:t xml:space="preserve"> </w:t>
            </w:r>
            <w:r w:rsidRPr="00E3660B">
              <w:rPr>
                <w:rFonts w:ascii="Calibri" w:hAnsi="Calibri" w:cs="Calibri"/>
              </w:rPr>
              <w:t>istorice?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ata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ate </w:t>
            </w:r>
            <w:r w:rsidRPr="00E3660B">
              <w:rPr>
                <w:rFonts w:ascii="Calibri" w:hAnsi="Calibri" w:cs="Calibri"/>
                <w:b/>
              </w:rPr>
              <w:t xml:space="preserve">referatele de verificare tehnica </w:t>
            </w:r>
            <w:r w:rsidRPr="00E3660B">
              <w:rPr>
                <w:rFonts w:ascii="Calibri" w:hAnsi="Calibri" w:cs="Calibri"/>
              </w:rPr>
              <w:t>a PT, inclusiv 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detaliilor de </w:t>
            </w:r>
            <w:r w:rsidR="007B3E15" w:rsidRPr="00E3660B">
              <w:rPr>
                <w:rFonts w:ascii="Calibri" w:hAnsi="Calibri" w:cs="Calibri"/>
              </w:rPr>
              <w:t>execuție</w:t>
            </w:r>
            <w:r w:rsidRPr="00E3660B">
              <w:rPr>
                <w:rFonts w:ascii="Calibri" w:hAnsi="Calibri" w:cs="Calibri"/>
              </w:rPr>
              <w:t xml:space="preserve"> (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de verificatori </w:t>
            </w:r>
            <w:r w:rsidR="007B3E15" w:rsidRPr="00E3660B">
              <w:rPr>
                <w:rFonts w:ascii="Calibri" w:hAnsi="Calibri" w:cs="Calibri"/>
              </w:rPr>
              <w:t>atestați</w:t>
            </w:r>
            <w:r w:rsidRPr="00E3660B">
              <w:rPr>
                <w:rFonts w:ascii="Calibri" w:hAnsi="Calibri" w:cs="Calibri"/>
              </w:rPr>
              <w:t>) 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specialitățile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obiectivului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verificarea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obligatorie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legislației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vigoare?</w:t>
            </w:r>
          </w:p>
          <w:p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>r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 scrise si desenate ale proiectului sunt semnate si stampilate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 </w:t>
            </w:r>
            <w:r w:rsidR="007B3E15" w:rsidRPr="00E3660B">
              <w:rPr>
                <w:rFonts w:ascii="Calibri" w:hAnsi="Calibri" w:cs="Calibri"/>
              </w:rPr>
              <w:t>către</w:t>
            </w:r>
            <w:r w:rsidRPr="00E3660B">
              <w:rPr>
                <w:rFonts w:ascii="Calibri" w:hAnsi="Calibri" w:cs="Calibri"/>
              </w:rPr>
              <w:t xml:space="preserve"> verificatorii de proiect, pe </w:t>
            </w:r>
            <w:r w:rsidR="007B3E15" w:rsidRPr="00E3660B">
              <w:rPr>
                <w:rFonts w:ascii="Calibri" w:hAnsi="Calibri" w:cs="Calibri"/>
              </w:rPr>
              <w:t>specialități</w:t>
            </w:r>
            <w:r w:rsidRPr="00E3660B">
              <w:rPr>
                <w:rFonts w:ascii="Calibri" w:hAnsi="Calibri" w:cs="Calibri"/>
              </w:rPr>
              <w:t xml:space="preserve"> si pentru fiecare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cerința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menționată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scrisa 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72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ia include studiul geotehnic, verificat la </w:t>
            </w:r>
            <w:r w:rsidR="007B3E15" w:rsidRPr="00E3660B">
              <w:rPr>
                <w:rFonts w:ascii="Calibri" w:hAnsi="Calibri" w:cs="Calibri"/>
              </w:rPr>
              <w:t>cerința</w:t>
            </w:r>
            <w:r w:rsidRPr="00E3660B">
              <w:rPr>
                <w:rFonts w:ascii="Calibri" w:hAnsi="Calibri" w:cs="Calibri"/>
              </w:rPr>
              <w:t xml:space="preserve"> </w:t>
            </w:r>
            <w:proofErr w:type="spellStart"/>
            <w:r w:rsidRPr="00E3660B">
              <w:rPr>
                <w:rFonts w:ascii="Calibri" w:hAnsi="Calibri" w:cs="Calibri"/>
              </w:rPr>
              <w:t>Af</w:t>
            </w:r>
            <w:proofErr w:type="spellEnd"/>
            <w:r w:rsidRPr="00E3660B">
              <w:rPr>
                <w:rFonts w:ascii="Calibri" w:hAnsi="Calibri" w:cs="Calibri"/>
              </w:rPr>
              <w:t xml:space="preserve"> </w:t>
            </w:r>
            <w:r w:rsidRPr="00E3660B">
              <w:rPr>
                <w:rFonts w:ascii="Calibri" w:hAnsi="Calibri" w:cs="Calibri"/>
                <w:spacing w:val="1"/>
              </w:rPr>
              <w:t xml:space="preserve">si, </w:t>
            </w:r>
            <w:r w:rsidRPr="00E3660B">
              <w:rPr>
                <w:rFonts w:ascii="Calibri" w:hAnsi="Calibri" w:cs="Calibri"/>
              </w:rPr>
              <w:t>daca este cazul,  alte studii de specialitate necesare realizării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lastRenderedPageBreak/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proofErr w:type="spellStart"/>
            <w:r w:rsidRPr="00E3660B">
              <w:rPr>
                <w:rFonts w:ascii="Calibri" w:hAnsi="Calibri" w:cs="Calibri"/>
              </w:rPr>
              <w:t>descrierierea</w:t>
            </w:r>
            <w:proofErr w:type="spellEnd"/>
            <w:r w:rsidRPr="00E3660B">
              <w:rPr>
                <w:rFonts w:ascii="Calibri" w:hAnsi="Calibri" w:cs="Calibri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</w:rPr>
              <w:t xml:space="preserve"> de </w:t>
            </w:r>
            <w:r w:rsidRPr="00E3660B">
              <w:rPr>
                <w:rFonts w:ascii="Calibri" w:hAnsi="Calibri" w:cs="Calibri"/>
                <w:b/>
              </w:rPr>
              <w:t xml:space="preserve">organizare de 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antier </w:t>
            </w:r>
            <w:r w:rsidRPr="00E3660B">
              <w:rPr>
                <w:rFonts w:ascii="Calibri" w:hAnsi="Calibri" w:cs="Calibri"/>
              </w:rPr>
              <w:t>(descriere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 lucrărilor provizorii pregătitoare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necesare în vederea asigurării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atât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terenul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aferent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iei, cât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pe spa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ocupate temporar în afara acestuia,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domeniul public)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042265">
            <w:pPr>
              <w:pStyle w:val="TableParagraph"/>
              <w:ind w:left="107" w:right="13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ia  PT este completă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întocmită conform anexei 11 (etapa a-III-a) la HG 907/2016  si prezinta </w:t>
            </w:r>
            <w:r w:rsidR="007B3E15" w:rsidRPr="00E3660B">
              <w:rPr>
                <w:rFonts w:ascii="Calibri" w:hAnsi="Calibri" w:cs="Calibri"/>
              </w:rPr>
              <w:t>Autorizația</w:t>
            </w:r>
            <w:r w:rsidRPr="00E3660B">
              <w:rPr>
                <w:rFonts w:ascii="Calibri" w:hAnsi="Calibri" w:cs="Calibri"/>
              </w:rPr>
              <w:t xml:space="preserve"> de Construire </w:t>
            </w:r>
            <w:r w:rsidR="007B3E15" w:rsidRPr="00E3660B">
              <w:rPr>
                <w:rFonts w:ascii="Calibri" w:hAnsi="Calibri" w:cs="Calibri"/>
              </w:rPr>
              <w:t>obținută</w:t>
            </w:r>
            <w:r w:rsidRPr="00E3660B">
              <w:rPr>
                <w:rFonts w:ascii="Calibri" w:hAnsi="Calibri" w:cs="Calibri"/>
              </w:rPr>
              <w:t>?</w:t>
            </w:r>
          </w:p>
          <w:p w:rsidR="009F75B4" w:rsidRPr="00E3660B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Autorizata de Construire este completa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</w:rPr>
              <w:t xml:space="preserve"> verificarea in conformitate cu prevederile formularului F11 din Anexa 1 la Normele metodologice de aplicare a prevederilor Legii 50/1991 aprobate de   ORDINUL nr. 839 din 12 octombrie 2009, publicat în Monitorul Oficial al României, Partea I, nr. 797 din 23 noiembrie 2009 actualizat cu </w:t>
            </w:r>
            <w:r w:rsidR="007B3E15" w:rsidRPr="00E3660B">
              <w:rPr>
                <w:rFonts w:ascii="Calibri" w:hAnsi="Calibri" w:cs="Calibri"/>
              </w:rPr>
              <w:t>modificările</w:t>
            </w:r>
            <w:r w:rsidRPr="00E3660B">
              <w:rPr>
                <w:rFonts w:ascii="Calibri" w:hAnsi="Calibri" w:cs="Calibri"/>
              </w:rPr>
              <w:t xml:space="preserve"> ulterioare?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</w:rPr>
            </w:pPr>
            <w:r w:rsidRPr="009F75B4">
              <w:rPr>
                <w:rFonts w:ascii="Calibri" w:hAnsi="Calibri" w:cs="Calibri"/>
              </w:rPr>
              <w:t>Este inclus un raport/documenta</w:t>
            </w:r>
            <w:r w:rsidR="007B3E15">
              <w:rPr>
                <w:rFonts w:ascii="Calibri" w:hAnsi="Calibri" w:cs="Calibri"/>
              </w:rPr>
              <w:t>ț</w:t>
            </w:r>
            <w:r w:rsidRPr="009F75B4">
              <w:rPr>
                <w:rFonts w:ascii="Calibri" w:hAnsi="Calibri" w:cs="Calibri"/>
              </w:rPr>
              <w:t>ie privind imunizarea la schimbările climatice, elaborat în conformitate cu cerin</w:t>
            </w:r>
            <w:r w:rsidR="007B3E15">
              <w:rPr>
                <w:rFonts w:ascii="Calibri" w:hAnsi="Calibri" w:cs="Calibri"/>
              </w:rPr>
              <w:t>ț</w:t>
            </w:r>
            <w:r w:rsidRPr="009F75B4">
              <w:rPr>
                <w:rFonts w:ascii="Calibri" w:hAnsi="Calibri" w:cs="Calibri"/>
              </w:rPr>
              <w:t>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7B3E15" w:rsidP="00042265">
            <w:pPr>
              <w:suppressAutoHyphens/>
              <w:ind w:right="89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Documentația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tehnico-economica 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reflecta m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ă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surile de imunizare la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schimbările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climatice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prevăzute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in raportul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întocmit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conform cerin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elor din Comunicarea Comisiei Europene privind Orientările tehnice referitoare la imunizarea infrastructurii la schimbările climatice în perioada 2021-2027 publicate la 16 septembrie 2021 (2021/C 373/01). vezi nota 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644F3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  </w:t>
            </w:r>
            <w:r w:rsidR="009F75B4" w:rsidRPr="009F75B4">
              <w:rPr>
                <w:rFonts w:ascii="Calibri" w:hAnsi="Calibri" w:cs="Calibri"/>
                <w:b/>
              </w:rPr>
              <w:t>II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9F75B4">
              <w:rPr>
                <w:rFonts w:ascii="Calibri" w:hAnsi="Calibri" w:cs="Calibri"/>
                <w:b/>
              </w:rPr>
              <w:t>CRITERII SPECIFICE PRIVIND ASPECTELE CALITATIVE ALE 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</w:rPr>
              <w:t>Există coresponden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 intre obiectele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(inclusiv tipurile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 </w:t>
            </w:r>
            <w:r w:rsidR="007B3E15"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</w:rPr>
              <w:t xml:space="preserve"> de </w:t>
            </w:r>
            <w:r w:rsidR="007B3E15" w:rsidRPr="00E3660B">
              <w:rPr>
                <w:rFonts w:ascii="Calibri" w:hAnsi="Calibri" w:cs="Calibri"/>
              </w:rPr>
              <w:t>construcții</w:t>
            </w:r>
            <w:r w:rsidRPr="00E3660B">
              <w:rPr>
                <w:rFonts w:ascii="Calibri" w:hAnsi="Calibri" w:cs="Calibri"/>
              </w:rPr>
              <w:t xml:space="preserve"> propuse, </w:t>
            </w:r>
            <w:r w:rsidR="007B3E15" w:rsidRPr="00E3660B">
              <w:rPr>
                <w:rFonts w:ascii="Calibri" w:hAnsi="Calibri" w:cs="Calibri"/>
              </w:rPr>
              <w:t>dotări</w:t>
            </w:r>
            <w:r w:rsidRPr="00E3660B">
              <w:rPr>
                <w:rFonts w:ascii="Calibri" w:hAnsi="Calibri" w:cs="Calibri"/>
              </w:rPr>
              <w:t>, etc.) din cadrul proiectului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(partea I si partea II-a conform anexa 11 la HG907/2016)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cererea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3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coresponden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90"/>
              </w:rPr>
              <w:t xml:space="preserve"> </w:t>
            </w:r>
            <w:r w:rsidRPr="00E3660B">
              <w:rPr>
                <w:rFonts w:ascii="Calibri" w:hAnsi="Calibri" w:cs="Calibri"/>
              </w:rPr>
              <w:t>intre</w:t>
            </w:r>
            <w:r w:rsidRPr="00E3660B">
              <w:rPr>
                <w:rFonts w:ascii="Calibri" w:hAnsi="Calibri" w:cs="Calibri"/>
                <w:spacing w:val="89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obiectele</w:t>
            </w:r>
            <w:r w:rsidRPr="00E3660B">
              <w:rPr>
                <w:rFonts w:ascii="Calibri" w:hAnsi="Calibri" w:cs="Calibri"/>
                <w:spacing w:val="9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88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89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9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</w:p>
          <w:p w:rsidR="001B674D" w:rsidRPr="00E3660B" w:rsidRDefault="001B674D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proiectului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-3"/>
              </w:rPr>
              <w:t xml:space="preserve">  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descrise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DALI/SF?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Memoriul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 al PTE (partea a II-a conform anexa 11 la HG907/2016)este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</w:rPr>
              <w:t>memoriile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tehnice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</w:p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specialită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34"/>
              </w:rPr>
              <w:t xml:space="preserve"> </w:t>
            </w:r>
            <w:r w:rsidRPr="00E3660B">
              <w:rPr>
                <w:rFonts w:ascii="Calibri" w:hAnsi="Calibri" w:cs="Calibri"/>
              </w:rPr>
              <w:t>scrisă</w:t>
            </w:r>
            <w:r w:rsidRPr="00E3660B">
              <w:rPr>
                <w:rFonts w:ascii="Calibri" w:hAnsi="Calibri" w:cs="Calibri"/>
                <w:spacing w:val="94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92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95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</w:t>
            </w:r>
            <w:r w:rsidRPr="00E3660B">
              <w:rPr>
                <w:rFonts w:ascii="Calibri" w:hAnsi="Calibri" w:cs="Calibri"/>
                <w:spacing w:val="9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 (partea I si partea II-a conform anexei 11 la HG 907/2016)</w:t>
            </w:r>
            <w:r w:rsidRPr="00E3660B">
              <w:rPr>
                <w:rFonts w:ascii="Calibri" w:hAnsi="Calibri" w:cs="Calibri"/>
                <w:spacing w:val="95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</w:p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corelată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desenată?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Graficul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realizare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</w:rPr>
              <w:t>:</w:t>
            </w:r>
          </w:p>
          <w:p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prezentat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Cererii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</w:p>
          <w:p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6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lastRenderedPageBreak/>
              <w:t>este</w:t>
            </w:r>
            <w:r w:rsidRPr="00E3660B">
              <w:rPr>
                <w:rFonts w:ascii="Calibri" w:hAnsi="Calibri" w:cs="Calibri"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corect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estimat</w:t>
            </w:r>
            <w:r w:rsidRPr="00E3660B">
              <w:rPr>
                <w:rFonts w:ascii="Calibri" w:hAnsi="Calibri" w:cs="Calibri"/>
                <w:spacing w:val="28"/>
              </w:rPr>
              <w:t xml:space="preserve"> </w:t>
            </w:r>
            <w:r w:rsidRPr="00E3660B">
              <w:rPr>
                <w:rFonts w:ascii="Calibri" w:hAnsi="Calibri" w:cs="Calibri"/>
              </w:rPr>
              <w:t>ca</w:t>
            </w:r>
            <w:r w:rsidRPr="00E3660B">
              <w:rPr>
                <w:rFonts w:ascii="Calibri" w:hAnsi="Calibri" w:cs="Calibri"/>
                <w:spacing w:val="2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perioada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27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realizare</w:t>
            </w:r>
            <w:r w:rsidRPr="00E3660B">
              <w:rPr>
                <w:rFonts w:ascii="Calibri" w:hAnsi="Calibri" w:cs="Calibri"/>
                <w:spacing w:val="28"/>
              </w:rPr>
              <w:t xml:space="preserve"> </w:t>
            </w:r>
            <w:r w:rsidRPr="00E3660B">
              <w:rPr>
                <w:rFonts w:ascii="Calibri" w:hAnsi="Calibri" w:cs="Calibri"/>
              </w:rPr>
              <w:t>(conform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etc)?</w:t>
            </w:r>
          </w:p>
          <w:p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left="107" w:right="97" w:firstLine="424"/>
              <w:jc w:val="both"/>
              <w:rPr>
                <w:rFonts w:ascii="Calibri" w:hAnsi="Calibri" w:cs="Calibri"/>
                <w:i/>
              </w:rPr>
            </w:pPr>
            <w:r w:rsidRPr="00E3660B">
              <w:rPr>
                <w:rFonts w:ascii="Calibri" w:hAnsi="Calibri" w:cs="Calibri"/>
              </w:rPr>
              <w:t>respectă termenele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limită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ale programului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(se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avea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în</w:t>
            </w:r>
            <w:r w:rsidRPr="00E3660B">
              <w:rPr>
                <w:rFonts w:ascii="Calibri" w:hAnsi="Calibri" w:cs="Calibri"/>
                <w:i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vedere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termenul</w:t>
            </w:r>
            <w:r w:rsidRPr="00E3660B">
              <w:rPr>
                <w:rFonts w:ascii="Calibri" w:hAnsi="Calibri" w:cs="Calibri"/>
                <w:i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limită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implementare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proiectului</w:t>
            </w:r>
            <w:r w:rsidRPr="00E3660B">
              <w:rPr>
                <w:rFonts w:ascii="Calibri" w:hAnsi="Calibri" w:cs="Calibri"/>
                <w:i/>
                <w:spacing w:val="1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nu</w:t>
            </w:r>
            <w:r w:rsidRPr="00E3660B">
              <w:rPr>
                <w:rFonts w:ascii="Calibri" w:hAnsi="Calibri" w:cs="Calibri"/>
                <w:i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poate</w:t>
            </w:r>
            <w:r w:rsidRPr="00E3660B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="00C04AE4" w:rsidRPr="00E3660B">
              <w:rPr>
                <w:rFonts w:ascii="Calibri" w:hAnsi="Calibri" w:cs="Calibri"/>
                <w:i/>
              </w:rPr>
              <w:t>depă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="00C04AE4"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termenul</w:t>
            </w:r>
            <w:r w:rsidRPr="00E3660B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prevăzut</w:t>
            </w:r>
            <w:r w:rsidRPr="00E3660B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în</w:t>
            </w:r>
            <w:r w:rsidRPr="00E3660B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documentele</w:t>
            </w:r>
            <w:r w:rsidRPr="00E3660B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</w:p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i/>
              </w:rPr>
              <w:t>programare:</w:t>
            </w:r>
            <w:r w:rsidRPr="00E3660B">
              <w:rPr>
                <w:rFonts w:ascii="Calibri" w:hAnsi="Calibri" w:cs="Calibri"/>
                <w:i/>
                <w:spacing w:val="-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31.dec.2029)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PT (partea I si partea II-a conform anexei 11 la HG907/2016)</w:t>
            </w:r>
            <w:r w:rsidRPr="00E3660B">
              <w:rPr>
                <w:rFonts w:ascii="Calibri" w:hAnsi="Calibri" w:cs="Calibri"/>
                <w:spacing w:val="2"/>
              </w:rPr>
              <w:t xml:space="preserve"> )</w:t>
            </w:r>
            <w:r w:rsidRPr="00E3660B">
              <w:rPr>
                <w:rFonts w:ascii="Calibri" w:hAnsi="Calibri" w:cs="Calibri"/>
              </w:rPr>
              <w:t xml:space="preserve">, inclusiv detaliile de </w:t>
            </w:r>
            <w:r w:rsidR="00C04AE4"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</w:rPr>
              <w:t>, sunt verificate de verificatori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atesta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specialită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</w:rPr>
              <w:t>/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expert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cf.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Legii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nr.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10/1995,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republicată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modificările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ulterioare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”Regulamentului de verificare si expertizare tehnica de calitate 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H.G.</w:t>
            </w:r>
            <w:r w:rsidRPr="00E3660B">
              <w:rPr>
                <w:rFonts w:ascii="Calibri" w:hAnsi="Calibri" w:cs="Calibri"/>
                <w:spacing w:val="1"/>
              </w:rPr>
              <w:t xml:space="preserve"> 742/2018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”?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Centralizatoarele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41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</w:t>
            </w:r>
            <w:r w:rsidRPr="00E3660B">
              <w:rPr>
                <w:rFonts w:ascii="Calibri" w:hAnsi="Calibri" w:cs="Calibri"/>
                <w:spacing w:val="4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45"/>
              </w:rPr>
              <w:t xml:space="preserve"> </w:t>
            </w:r>
            <w:r w:rsidRPr="00E3660B">
              <w:rPr>
                <w:rFonts w:ascii="Calibri" w:hAnsi="Calibri" w:cs="Calibri"/>
              </w:rPr>
              <w:t>categorii</w:t>
            </w:r>
            <w:r w:rsidRPr="00E3660B">
              <w:rPr>
                <w:rFonts w:ascii="Calibri" w:hAnsi="Calibri" w:cs="Calibri"/>
                <w:spacing w:val="4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  <w:spacing w:val="46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men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ionează</w:t>
            </w:r>
            <w:r w:rsidRPr="00E3660B">
              <w:rPr>
                <w:rFonts w:ascii="Calibri" w:hAnsi="Calibri" w:cs="Calibri"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elementele componente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Centralizatorul cheltuielilor pe obiectiv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(formular F1),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Centralizatoarele cheltuielilor pe obiecte si categorii de lucrări,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 F2), Listele cu cantită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 de lucrări pe categorii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F3),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Lista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cantită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utilaje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echipamente tehnologice, inclusiv dotări (Formularele F4), sunt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între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ele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Devizul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Bugetul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Corelarea specialită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ilor proiectului este concretizată prin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(de ex.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structura cu goluri pentru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i, etc) sau 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documente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concludente?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fost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elaborat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respectând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recomandările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expertului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asupra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optime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cazul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ie)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i, respectiv, a măsurilor/</w:t>
            </w:r>
            <w:r w:rsidR="00C04AE4"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</w:rPr>
              <w:t xml:space="preserve"> recomandate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auditorul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energetic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clădiri,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studiilor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geotehnice,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topografice,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studii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specialitate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necesare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avizelor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furnizorilor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acordurilor,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autoriza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etc.,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caz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AC4893" w:rsidRPr="00E3660B" w:rsidTr="00C04AE4">
        <w:trPr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iile </w:t>
            </w:r>
            <w:r w:rsidRPr="00E3660B">
              <w:rPr>
                <w:rFonts w:ascii="Calibri" w:hAnsi="Calibri" w:cs="Calibri"/>
                <w:color w:val="000000"/>
              </w:rPr>
              <w:t xml:space="preserve">privind </w:t>
            </w:r>
            <w:r w:rsidRPr="00E3660B">
              <w:rPr>
                <w:rFonts w:ascii="Calibri" w:hAnsi="Calibri" w:cs="Calibri"/>
              </w:rPr>
              <w:t xml:space="preserve"> Imunizarea fa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 de schimbările climatice – realizată în cadrul 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 tehnice, în conformitate cu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</w:tbl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nota 1: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Raport/Documenta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 privind imunizarea la schimbările climatice, elaborat/elaborata  în conformitate cu cerin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ele din Comunicarea Comisiei Europene privind Orientările tehnice referitoare la imunizarea infrastructurii la schimbările climatice în perioada 2021-2027 publicate la 16 septembrie 2021 (2021/C 373/01) va </w:t>
      </w:r>
      <w:r w:rsidR="001B674D" w:rsidRPr="00E3660B">
        <w:rPr>
          <w:rFonts w:ascii="Calibri" w:hAnsi="Calibri" w:cs="Calibri"/>
          <w:b/>
          <w:sz w:val="22"/>
          <w:szCs w:val="22"/>
        </w:rPr>
        <w:t>con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1B674D" w:rsidRPr="00E3660B">
        <w:rPr>
          <w:rFonts w:ascii="Calibri" w:hAnsi="Calibri" w:cs="Calibri"/>
          <w:b/>
          <w:sz w:val="22"/>
          <w:szCs w:val="22"/>
        </w:rPr>
        <w:t>ine</w:t>
      </w:r>
      <w:r w:rsidRPr="00E3660B">
        <w:rPr>
          <w:rFonts w:ascii="Calibri" w:hAnsi="Calibri" w:cs="Calibri"/>
          <w:b/>
          <w:sz w:val="22"/>
          <w:szCs w:val="22"/>
        </w:rPr>
        <w:t xml:space="preserve">, sunt prezentate, </w:t>
      </w:r>
      <w:r w:rsidR="00C04AE4" w:rsidRPr="00E3660B">
        <w:rPr>
          <w:rFonts w:ascii="Calibri" w:hAnsi="Calibri" w:cs="Calibri"/>
          <w:b/>
          <w:sz w:val="22"/>
          <w:szCs w:val="22"/>
        </w:rPr>
        <w:t>după</w:t>
      </w:r>
      <w:r w:rsidRPr="00E3660B">
        <w:rPr>
          <w:rFonts w:ascii="Calibri" w:hAnsi="Calibri" w:cs="Calibri"/>
          <w:b/>
          <w:sz w:val="22"/>
          <w:szCs w:val="22"/>
        </w:rPr>
        <w:t xml:space="preserve"> caz, </w:t>
      </w:r>
      <w:r w:rsidR="00C04AE4">
        <w:rPr>
          <w:rFonts w:ascii="Calibri" w:hAnsi="Calibri" w:cs="Calibri"/>
          <w:b/>
          <w:sz w:val="22"/>
          <w:szCs w:val="22"/>
        </w:rPr>
        <w:t>î</w:t>
      </w:r>
      <w:r w:rsidRPr="00E3660B">
        <w:rPr>
          <w:rFonts w:ascii="Calibri" w:hAnsi="Calibri" w:cs="Calibri"/>
          <w:b/>
          <w:sz w:val="22"/>
          <w:szCs w:val="22"/>
        </w:rPr>
        <w:t xml:space="preserve">n conformitate cu </w:t>
      </w:r>
      <w:r w:rsidR="00C04AE4" w:rsidRPr="00E3660B">
        <w:rPr>
          <w:rFonts w:ascii="Calibri" w:hAnsi="Calibri" w:cs="Calibri"/>
          <w:b/>
          <w:sz w:val="22"/>
          <w:szCs w:val="22"/>
        </w:rPr>
        <w:t>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C04AE4" w:rsidRPr="00E3660B">
        <w:rPr>
          <w:rFonts w:ascii="Calibri" w:hAnsi="Calibri" w:cs="Calibri"/>
          <w:b/>
          <w:sz w:val="22"/>
          <w:szCs w:val="22"/>
        </w:rPr>
        <w:t>ia</w:t>
      </w:r>
      <w:r w:rsidRPr="00E3660B">
        <w:rPr>
          <w:rFonts w:ascii="Calibri" w:hAnsi="Calibri" w:cs="Calibri"/>
          <w:b/>
          <w:sz w:val="22"/>
          <w:szCs w:val="22"/>
        </w:rPr>
        <w:t xml:space="preserve"> reala:</w:t>
      </w:r>
    </w:p>
    <w:p w:rsidR="001B674D" w:rsidRDefault="001B674D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E3660B">
        <w:rPr>
          <w:rFonts w:ascii="Calibri" w:hAnsi="Calibri" w:cs="Calibri"/>
          <w:b/>
          <w:sz w:val="22"/>
          <w:szCs w:val="22"/>
        </w:rPr>
        <w:t>I.a.</w:t>
      </w:r>
      <w:proofErr w:type="spellEnd"/>
      <w:r w:rsidRPr="00E3660B">
        <w:rPr>
          <w:rFonts w:ascii="Calibri" w:hAnsi="Calibri" w:cs="Calibri"/>
          <w:b/>
          <w:sz w:val="22"/>
          <w:szCs w:val="22"/>
        </w:rPr>
        <w:t xml:space="preserve"> = pentru etapa: I. Atenuarea (neutralitatea climatica);(a)  Faza 1. Examinare/Încadrarea , 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Se prezinta evaluarea impactului proiectului asupra emisiilor de GES. Dacă proiectul nu necesită o evaluare a amprentei de carbon, este  prezinta analiza aferentă în mod succint într-o declara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 privind examinarea neutralită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ii climatice.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E3660B">
        <w:rPr>
          <w:rFonts w:ascii="Calibri" w:hAnsi="Calibri" w:cs="Calibri"/>
          <w:b/>
          <w:sz w:val="22"/>
          <w:szCs w:val="22"/>
        </w:rPr>
        <w:t>I.b</w:t>
      </w:r>
      <w:proofErr w:type="spellEnd"/>
      <w:r w:rsidRPr="00E3660B">
        <w:rPr>
          <w:rFonts w:ascii="Calibri" w:hAnsi="Calibri" w:cs="Calibri"/>
          <w:b/>
          <w:sz w:val="22"/>
          <w:szCs w:val="22"/>
        </w:rPr>
        <w:t>. = pentru etapa I. Atenuarea (neutralitatea climatica) ; (b) Faza 2. Analiza detaliată (Pentru  proiectele care  necesită o evaluare a amprentei de carbon),  sunt prezentate: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Pentru  proiectele care  necesită o evaluare a amprentei de carbon, sunt descrise: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Integrarea principiilor de eficienta energetica si de reducere a emisiilor in conceperea si proiectarea investi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iei.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Calcularea emisiilor GES generate de proiect si compararea cu limitele de încadrare (screening) absolute (total emisii) si relative (diferen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dintre 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cu proiect si 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fără proiect/scenariul de referin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a).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Calcularea valorii monetare a emisiilor pe baza valorilor CO2 aplicabile.</w:t>
      </w:r>
    </w:p>
    <w:p w:rsidR="005232F5" w:rsidRPr="00E3660B" w:rsidRDefault="005232F5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E3660B">
        <w:rPr>
          <w:rFonts w:ascii="Calibri" w:hAnsi="Calibri" w:cs="Calibri"/>
          <w:b/>
          <w:sz w:val="22"/>
          <w:szCs w:val="22"/>
        </w:rPr>
        <w:t>II.a</w:t>
      </w:r>
      <w:proofErr w:type="spellEnd"/>
      <w:r w:rsidRPr="00E3660B">
        <w:rPr>
          <w:rFonts w:ascii="Calibri" w:hAnsi="Calibri" w:cs="Calibri"/>
          <w:b/>
          <w:sz w:val="22"/>
          <w:szCs w:val="22"/>
        </w:rPr>
        <w:t xml:space="preserve"> = pentru etapa : II. Adaptarea (rezilien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la schimbările climatice); (a)Faza 1. Examinare/Încadrarea, sunt prezentate: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Analiza de senzitivitate ( identificarea riscurilor climatice care sunt relevante pentru tipul respectiv de proiect, indiferent de localizarea acestuia)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Evaluarea expunerii la riscuri( identificarea riscurilor care sunt relevante pentru loca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proiectului)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Analiza de vulnerabilitate( identificarea poten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ialelor riscuri semnificative)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E3660B">
        <w:rPr>
          <w:rFonts w:ascii="Calibri" w:hAnsi="Calibri" w:cs="Calibri"/>
          <w:b/>
          <w:sz w:val="22"/>
          <w:szCs w:val="22"/>
        </w:rPr>
        <w:t>II.b</w:t>
      </w:r>
      <w:proofErr w:type="spellEnd"/>
      <w:r w:rsidRPr="00E3660B">
        <w:rPr>
          <w:rFonts w:ascii="Calibri" w:hAnsi="Calibri" w:cs="Calibri"/>
          <w:b/>
          <w:sz w:val="22"/>
          <w:szCs w:val="22"/>
        </w:rPr>
        <w:t>. =pentru etapa: II. Adaptarea (rezilien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la schimbările climatice);</w:t>
      </w:r>
      <w:r w:rsidR="00111282">
        <w:rPr>
          <w:rFonts w:ascii="Calibri" w:hAnsi="Calibri" w:cs="Calibri"/>
          <w:b/>
          <w:sz w:val="22"/>
          <w:szCs w:val="22"/>
        </w:rPr>
        <w:t xml:space="preserve"> </w:t>
      </w:r>
      <w:r w:rsidRPr="00E3660B">
        <w:rPr>
          <w:rFonts w:ascii="Calibri" w:hAnsi="Calibri" w:cs="Calibri"/>
          <w:b/>
          <w:sz w:val="22"/>
          <w:szCs w:val="22"/>
        </w:rPr>
        <w:t>(b)</w:t>
      </w:r>
      <w:r w:rsidR="00111282">
        <w:rPr>
          <w:rFonts w:ascii="Calibri" w:hAnsi="Calibri" w:cs="Calibri"/>
          <w:b/>
          <w:sz w:val="22"/>
          <w:szCs w:val="22"/>
        </w:rPr>
        <w:t xml:space="preserve"> </w:t>
      </w:r>
      <w:r w:rsidRPr="00E3660B">
        <w:rPr>
          <w:rFonts w:ascii="Calibri" w:hAnsi="Calibri" w:cs="Calibri"/>
          <w:b/>
          <w:sz w:val="22"/>
          <w:szCs w:val="22"/>
        </w:rPr>
        <w:t>Faza 2. Analiza detaliată de risc - Analiza detaliată depinde de rezultatul fazei de examinare, sunt prezentate: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Probabilitatea( probabilitatea ca riscurile climatice identificate sa aibă loc in timpul duratei de via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ă a proiectului)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Impactul ( analizează consecin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ele în cazul în care apare pericolul climatic identificat)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 Riscul (identifica riscurile poten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iale cele mai semnificative </w:t>
      </w:r>
      <w:r w:rsidR="007B3E15">
        <w:rPr>
          <w:rFonts w:ascii="Calibri" w:hAnsi="Calibri" w:cs="Calibri"/>
          <w:b/>
          <w:sz w:val="22"/>
          <w:szCs w:val="22"/>
        </w:rPr>
        <w:t>ș</w:t>
      </w:r>
      <w:r w:rsidRPr="00E3660B">
        <w:rPr>
          <w:rFonts w:ascii="Calibri" w:hAnsi="Calibri" w:cs="Calibri"/>
          <w:b/>
          <w:sz w:val="22"/>
          <w:szCs w:val="22"/>
        </w:rPr>
        <w:t>i cele în care trebuie luate măsuri de adaptare)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Măsuri de adaptare (Pentru fiecare risc semnificativ identificat, ar trebui evaluate măsuri de adaptare specifice)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Acest  document face parte din Studiul de </w:t>
      </w:r>
      <w:r w:rsidR="00111282" w:rsidRPr="00E3660B">
        <w:rPr>
          <w:rFonts w:ascii="Calibri" w:hAnsi="Calibri" w:cs="Calibri"/>
          <w:b/>
          <w:sz w:val="22"/>
          <w:szCs w:val="22"/>
        </w:rPr>
        <w:t>Fezabilitate</w:t>
      </w:r>
      <w:r w:rsidRPr="00E3660B">
        <w:rPr>
          <w:rFonts w:ascii="Calibri" w:hAnsi="Calibri" w:cs="Calibri"/>
          <w:b/>
          <w:sz w:val="22"/>
          <w:szCs w:val="22"/>
        </w:rPr>
        <w:t>/</w:t>
      </w:r>
      <w:r w:rsidR="00C04AE4" w:rsidRPr="00E3660B">
        <w:rPr>
          <w:rFonts w:ascii="Calibri" w:hAnsi="Calibri" w:cs="Calibri"/>
          <w:b/>
          <w:sz w:val="22"/>
          <w:szCs w:val="22"/>
        </w:rPr>
        <w:t>Documenta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C04AE4" w:rsidRPr="00E3660B">
        <w:rPr>
          <w:rFonts w:ascii="Calibri" w:hAnsi="Calibri" w:cs="Calibri"/>
          <w:b/>
          <w:sz w:val="22"/>
          <w:szCs w:val="22"/>
        </w:rPr>
        <w:t>ie</w:t>
      </w:r>
      <w:r w:rsidRPr="00E3660B">
        <w:rPr>
          <w:rFonts w:ascii="Calibri" w:hAnsi="Calibri" w:cs="Calibri"/>
          <w:b/>
          <w:sz w:val="22"/>
          <w:szCs w:val="22"/>
        </w:rPr>
        <w:t xml:space="preserve"> de avizare a </w:t>
      </w:r>
      <w:r w:rsidR="00111282">
        <w:rPr>
          <w:rFonts w:ascii="Calibri" w:hAnsi="Calibri" w:cs="Calibri"/>
          <w:b/>
          <w:sz w:val="22"/>
          <w:szCs w:val="22"/>
        </w:rPr>
        <w:t>l</w:t>
      </w:r>
      <w:r w:rsidR="00111282" w:rsidRPr="00E3660B">
        <w:rPr>
          <w:rFonts w:ascii="Calibri" w:hAnsi="Calibri" w:cs="Calibri"/>
          <w:b/>
          <w:sz w:val="22"/>
          <w:szCs w:val="22"/>
        </w:rPr>
        <w:t>ucrărilor</w:t>
      </w:r>
      <w:r w:rsidRPr="00E3660B">
        <w:rPr>
          <w:rFonts w:ascii="Calibri" w:hAnsi="Calibri" w:cs="Calibri"/>
          <w:b/>
          <w:sz w:val="22"/>
          <w:szCs w:val="22"/>
        </w:rPr>
        <w:t xml:space="preserve"> de </w:t>
      </w:r>
      <w:r w:rsidR="00111282">
        <w:rPr>
          <w:rFonts w:ascii="Calibri" w:hAnsi="Calibri" w:cs="Calibri"/>
          <w:b/>
          <w:sz w:val="22"/>
          <w:szCs w:val="22"/>
        </w:rPr>
        <w:t>i</w:t>
      </w:r>
      <w:r w:rsidR="007B3E15" w:rsidRPr="00E3660B">
        <w:rPr>
          <w:rFonts w:ascii="Calibri" w:hAnsi="Calibri" w:cs="Calibri"/>
          <w:b/>
          <w:sz w:val="22"/>
          <w:szCs w:val="22"/>
        </w:rPr>
        <w:t>ntervenție</w:t>
      </w:r>
      <w:r w:rsidRPr="00E3660B">
        <w:rPr>
          <w:rFonts w:ascii="Calibri" w:hAnsi="Calibri" w:cs="Calibri"/>
          <w:b/>
          <w:sz w:val="22"/>
          <w:szCs w:val="22"/>
        </w:rPr>
        <w:t>/ SF cu elemente de DALI (</w:t>
      </w:r>
      <w:r w:rsidR="007B3E15" w:rsidRPr="00E3660B">
        <w:rPr>
          <w:rFonts w:ascii="Calibri" w:hAnsi="Calibri" w:cs="Calibri"/>
          <w:b/>
          <w:sz w:val="22"/>
          <w:szCs w:val="22"/>
        </w:rPr>
        <w:t>după</w:t>
      </w:r>
      <w:r w:rsidRPr="00E3660B">
        <w:rPr>
          <w:rFonts w:ascii="Calibri" w:hAnsi="Calibri" w:cs="Calibri"/>
          <w:b/>
          <w:sz w:val="22"/>
          <w:szCs w:val="22"/>
        </w:rPr>
        <w:t xml:space="preserve"> caz) si este </w:t>
      </w:r>
      <w:r w:rsidR="007B3E15" w:rsidRPr="00E3660B">
        <w:rPr>
          <w:rFonts w:ascii="Calibri" w:hAnsi="Calibri" w:cs="Calibri"/>
          <w:b/>
          <w:sz w:val="22"/>
          <w:szCs w:val="22"/>
        </w:rPr>
        <w:t>obligatoriu</w:t>
      </w:r>
      <w:r w:rsidRPr="00E3660B">
        <w:rPr>
          <w:rFonts w:ascii="Calibri" w:hAnsi="Calibri" w:cs="Calibri"/>
          <w:b/>
          <w:sz w:val="22"/>
          <w:szCs w:val="22"/>
        </w:rPr>
        <w:t xml:space="preserve"> ca in memoriul ge</w:t>
      </w:r>
      <w:r w:rsidR="007B3E15">
        <w:rPr>
          <w:rFonts w:ascii="Calibri" w:hAnsi="Calibri" w:cs="Calibri"/>
          <w:b/>
          <w:sz w:val="22"/>
          <w:szCs w:val="22"/>
        </w:rPr>
        <w:t>ne</w:t>
      </w:r>
      <w:r w:rsidRPr="00E3660B">
        <w:rPr>
          <w:rFonts w:ascii="Calibri" w:hAnsi="Calibri" w:cs="Calibri"/>
          <w:b/>
          <w:sz w:val="22"/>
          <w:szCs w:val="22"/>
        </w:rPr>
        <w:t xml:space="preserve">ral al PT sa se prezinte </w:t>
      </w:r>
      <w:r w:rsidR="007B3E15" w:rsidRPr="00E3660B">
        <w:rPr>
          <w:rFonts w:ascii="Calibri" w:hAnsi="Calibri" w:cs="Calibri"/>
          <w:b/>
          <w:sz w:val="22"/>
          <w:szCs w:val="22"/>
        </w:rPr>
        <w:t>informațiile</w:t>
      </w:r>
      <w:r w:rsidRPr="00E3660B">
        <w:rPr>
          <w:rFonts w:ascii="Calibri" w:hAnsi="Calibri" w:cs="Calibri"/>
          <w:b/>
          <w:sz w:val="22"/>
          <w:szCs w:val="22"/>
        </w:rPr>
        <w:t xml:space="preserve"> din acest document care va fi anexat  si opisat integral la </w:t>
      </w:r>
      <w:r w:rsidR="007B3E15" w:rsidRPr="00E3660B">
        <w:rPr>
          <w:rFonts w:ascii="Calibri" w:hAnsi="Calibri" w:cs="Calibri"/>
          <w:b/>
          <w:sz w:val="22"/>
          <w:szCs w:val="22"/>
        </w:rPr>
        <w:t>documentația</w:t>
      </w:r>
      <w:r w:rsidRPr="00E3660B">
        <w:rPr>
          <w:rFonts w:ascii="Calibri" w:hAnsi="Calibri" w:cs="Calibri"/>
          <w:b/>
          <w:sz w:val="22"/>
          <w:szCs w:val="22"/>
        </w:rPr>
        <w:t xml:space="preserve"> PT. 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  <w:shd w:val="clear" w:color="auto" w:fill="FFFF00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În cazul bifării cu NU la oricare din criterii proiectul se respinge. 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Se pot formula recomandări (cu precizarea explicit</w:t>
      </w:r>
      <w:r w:rsidR="00111282">
        <w:rPr>
          <w:rFonts w:ascii="Calibri" w:hAnsi="Calibri" w:cs="Calibri"/>
          <w:b/>
          <w:sz w:val="22"/>
          <w:szCs w:val="22"/>
        </w:rPr>
        <w:t>ă</w:t>
      </w:r>
      <w:r w:rsidRPr="00E3660B">
        <w:rPr>
          <w:rFonts w:ascii="Calibri" w:hAnsi="Calibri" w:cs="Calibri"/>
          <w:b/>
          <w:sz w:val="22"/>
          <w:szCs w:val="22"/>
        </w:rPr>
        <w:t xml:space="preserve"> a momentului prevăzut pentru solu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ionarea acestora) cu excep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ia criteriilor 10 </w:t>
      </w:r>
      <w:r w:rsidR="007B3E15">
        <w:rPr>
          <w:rFonts w:ascii="Calibri" w:hAnsi="Calibri" w:cs="Calibri"/>
          <w:b/>
          <w:sz w:val="22"/>
          <w:szCs w:val="22"/>
        </w:rPr>
        <w:t>ș</w:t>
      </w:r>
      <w:r w:rsidRPr="00E3660B">
        <w:rPr>
          <w:rFonts w:ascii="Calibri" w:hAnsi="Calibri" w:cs="Calibri"/>
          <w:b/>
          <w:sz w:val="22"/>
          <w:szCs w:val="22"/>
        </w:rPr>
        <w:t>i 11 din cadrul sec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iunii II.</w:t>
      </w:r>
    </w:p>
    <w:p w:rsidR="00AC4893" w:rsidRPr="00E3660B" w:rsidRDefault="00AC4893" w:rsidP="001B674D">
      <w:pPr>
        <w:pStyle w:val="BodyText"/>
        <w:rPr>
          <w:rFonts w:ascii="Calibri" w:hAnsi="Calibri" w:cs="Calibri"/>
          <w:b/>
          <w:sz w:val="22"/>
          <w:szCs w:val="22"/>
        </w:rPr>
      </w:pPr>
    </w:p>
    <w:p w:rsidR="00522E43" w:rsidRPr="00E3660B" w:rsidRDefault="00522E43" w:rsidP="001B674D">
      <w:pPr>
        <w:jc w:val="both"/>
        <w:rPr>
          <w:rFonts w:ascii="Calibri" w:hAnsi="Calibri" w:cs="Calibri"/>
          <w:sz w:val="22"/>
          <w:szCs w:val="22"/>
        </w:rPr>
      </w:pPr>
    </w:p>
    <w:sectPr w:rsidR="00522E43" w:rsidRPr="00E3660B" w:rsidSect="00C04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707" w:bottom="1985" w:left="851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2C9" w:rsidRDefault="001A32C9">
      <w:r>
        <w:separator/>
      </w:r>
    </w:p>
  </w:endnote>
  <w:endnote w:type="continuationSeparator" w:id="0">
    <w:p w:rsidR="001A32C9" w:rsidRDefault="001A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0C9" w:rsidRDefault="004E30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2173DA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2173DA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2C9" w:rsidRDefault="001A32C9">
      <w:r>
        <w:separator/>
      </w:r>
    </w:p>
  </w:footnote>
  <w:footnote w:type="continuationSeparator" w:id="0">
    <w:p w:rsidR="001A32C9" w:rsidRDefault="001A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0C9" w:rsidRDefault="004E30C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1282" o:spid="_x0000_s2093" type="#_x0000_t136" style="position:absolute;margin-left:0;margin-top:0;width:632.15pt;height:97.2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89A" w:rsidRPr="0004589A" w:rsidRDefault="004E30C9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1283" o:spid="_x0000_s2094" type="#_x0000_t136" style="position:absolute;margin-left:0;margin-top:0;width:632.15pt;height:97.2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2173DA"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5429250</wp:posOffset>
              </wp:positionH>
              <wp:positionV relativeFrom="paragraph">
                <wp:posOffset>-360045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589A" w:rsidRDefault="0004589A" w:rsidP="0004589A">
                            <w:pPr>
                              <w:spacing w:line="330" w:lineRule="auto"/>
                            </w:pPr>
                          </w:p>
                          <w:p w:rsidR="0004589A" w:rsidRPr="00851382" w:rsidRDefault="0004589A" w:rsidP="0004589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427.5pt;margin-top:-28.3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04589A" w:rsidRDefault="0004589A" w:rsidP="0004589A">
                      <w:pPr>
                        <w:spacing w:line="330" w:lineRule="auto"/>
                      </w:pPr>
                    </w:p>
                    <w:p w:rsidR="0004589A" w:rsidRPr="00851382" w:rsidRDefault="0004589A" w:rsidP="0004589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04589A" w:rsidRPr="00851382">
      <w:rPr>
        <w:color w:val="999999"/>
        <w:sz w:val="20"/>
        <w:szCs w:val="20"/>
      </w:rPr>
      <w:t xml:space="preserve">Pagina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PAGE </w:instrText>
    </w:r>
    <w:r w:rsidR="0004589A" w:rsidRPr="00851382">
      <w:rPr>
        <w:color w:val="999999"/>
        <w:sz w:val="20"/>
        <w:szCs w:val="20"/>
      </w:rPr>
      <w:fldChar w:fldCharType="separate"/>
    </w:r>
    <w:r w:rsidR="0004589A">
      <w:rPr>
        <w:color w:val="999999"/>
        <w:sz w:val="20"/>
        <w:szCs w:val="20"/>
      </w:rPr>
      <w:t>2</w:t>
    </w:r>
    <w:r w:rsidR="0004589A" w:rsidRPr="00851382">
      <w:rPr>
        <w:color w:val="999999"/>
        <w:sz w:val="20"/>
        <w:szCs w:val="20"/>
      </w:rPr>
      <w:fldChar w:fldCharType="end"/>
    </w:r>
    <w:r w:rsidR="0004589A" w:rsidRPr="00851382">
      <w:rPr>
        <w:color w:val="999999"/>
        <w:sz w:val="20"/>
        <w:szCs w:val="20"/>
      </w:rPr>
      <w:t xml:space="preserve"> din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NUMPAGES </w:instrText>
    </w:r>
    <w:r w:rsidR="0004589A" w:rsidRPr="00851382">
      <w:rPr>
        <w:color w:val="999999"/>
        <w:sz w:val="20"/>
        <w:szCs w:val="20"/>
      </w:rPr>
      <w:fldChar w:fldCharType="separate"/>
    </w:r>
    <w:r w:rsidR="0004589A">
      <w:rPr>
        <w:color w:val="999999"/>
        <w:sz w:val="20"/>
        <w:szCs w:val="20"/>
      </w:rPr>
      <w:t>2</w:t>
    </w:r>
    <w:r w:rsidR="0004589A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AE4" w:rsidRDefault="004E30C9" w:rsidP="00C04AE4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1281" o:spid="_x0000_s2092" type="#_x0000_t136" style="position:absolute;margin-left:0;margin-top:0;width:632.15pt;height:97.2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2173DA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3DA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3DA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4AE4">
      <w:t xml:space="preserve">   </w:t>
    </w:r>
    <w:r w:rsidR="00C04A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327D4C"/>
    <w:multiLevelType w:val="multilevel"/>
    <w:tmpl w:val="309E6AD8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236D"/>
    <w:multiLevelType w:val="hybridMultilevel"/>
    <w:tmpl w:val="A40A8E30"/>
    <w:lvl w:ilvl="0" w:tplc="0418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6" w15:restartNumberingAfterBreak="0">
    <w:nsid w:val="1BE3773F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8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DD50F55"/>
    <w:multiLevelType w:val="multilevel"/>
    <w:tmpl w:val="D908A546"/>
    <w:lvl w:ilvl="0">
      <w:numFmt w:val="bullet"/>
      <w:lvlText w:val="o"/>
      <w:lvlJc w:val="left"/>
      <w:pPr>
        <w:tabs>
          <w:tab w:val="num" w:pos="0"/>
        </w:tabs>
        <w:ind w:left="89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A465D"/>
    <w:multiLevelType w:val="multilevel"/>
    <w:tmpl w:val="3D80C19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3F044D29"/>
    <w:multiLevelType w:val="multilevel"/>
    <w:tmpl w:val="D26882D0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3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4" w15:restartNumberingAfterBreak="0">
    <w:nsid w:val="50EA7A64"/>
    <w:multiLevelType w:val="multilevel"/>
    <w:tmpl w:val="4FF28096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7" w15:restartNumberingAfterBreak="0">
    <w:nsid w:val="55D641B1"/>
    <w:multiLevelType w:val="multilevel"/>
    <w:tmpl w:val="C3A04F9E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59362D7B"/>
    <w:multiLevelType w:val="hybridMultilevel"/>
    <w:tmpl w:val="2C646148"/>
    <w:lvl w:ilvl="0" w:tplc="0418000F">
      <w:start w:val="1"/>
      <w:numFmt w:val="decimal"/>
      <w:lvlText w:val="%1."/>
      <w:lvlJc w:val="left"/>
      <w:pPr>
        <w:ind w:left="946" w:hanging="360"/>
      </w:pPr>
    </w:lvl>
    <w:lvl w:ilvl="1" w:tplc="04180019" w:tentative="1">
      <w:start w:val="1"/>
      <w:numFmt w:val="lowerLetter"/>
      <w:lvlText w:val="%2."/>
      <w:lvlJc w:val="left"/>
      <w:pPr>
        <w:ind w:left="1666" w:hanging="360"/>
      </w:pPr>
    </w:lvl>
    <w:lvl w:ilvl="2" w:tplc="0418001B" w:tentative="1">
      <w:start w:val="1"/>
      <w:numFmt w:val="lowerRoman"/>
      <w:lvlText w:val="%3."/>
      <w:lvlJc w:val="right"/>
      <w:pPr>
        <w:ind w:left="2386" w:hanging="180"/>
      </w:pPr>
    </w:lvl>
    <w:lvl w:ilvl="3" w:tplc="0418000F" w:tentative="1">
      <w:start w:val="1"/>
      <w:numFmt w:val="decimal"/>
      <w:lvlText w:val="%4."/>
      <w:lvlJc w:val="left"/>
      <w:pPr>
        <w:ind w:left="3106" w:hanging="360"/>
      </w:pPr>
    </w:lvl>
    <w:lvl w:ilvl="4" w:tplc="04180019" w:tentative="1">
      <w:start w:val="1"/>
      <w:numFmt w:val="lowerLetter"/>
      <w:lvlText w:val="%5."/>
      <w:lvlJc w:val="left"/>
      <w:pPr>
        <w:ind w:left="3826" w:hanging="360"/>
      </w:pPr>
    </w:lvl>
    <w:lvl w:ilvl="5" w:tplc="0418001B" w:tentative="1">
      <w:start w:val="1"/>
      <w:numFmt w:val="lowerRoman"/>
      <w:lvlText w:val="%6."/>
      <w:lvlJc w:val="right"/>
      <w:pPr>
        <w:ind w:left="4546" w:hanging="180"/>
      </w:pPr>
    </w:lvl>
    <w:lvl w:ilvl="6" w:tplc="0418000F" w:tentative="1">
      <w:start w:val="1"/>
      <w:numFmt w:val="decimal"/>
      <w:lvlText w:val="%7."/>
      <w:lvlJc w:val="left"/>
      <w:pPr>
        <w:ind w:left="5266" w:hanging="360"/>
      </w:pPr>
    </w:lvl>
    <w:lvl w:ilvl="7" w:tplc="04180019" w:tentative="1">
      <w:start w:val="1"/>
      <w:numFmt w:val="lowerLetter"/>
      <w:lvlText w:val="%8."/>
      <w:lvlJc w:val="left"/>
      <w:pPr>
        <w:ind w:left="5986" w:hanging="360"/>
      </w:pPr>
    </w:lvl>
    <w:lvl w:ilvl="8" w:tplc="0418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9" w15:restartNumberingAfterBreak="0">
    <w:nsid w:val="5DEA2647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87002"/>
    <w:multiLevelType w:val="multilevel"/>
    <w:tmpl w:val="9DECFC5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6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9" w15:restartNumberingAfterBreak="0">
    <w:nsid w:val="77B06322"/>
    <w:multiLevelType w:val="multilevel"/>
    <w:tmpl w:val="AE520442"/>
    <w:lvl w:ilvl="0">
      <w:numFmt w:val="bullet"/>
      <w:lvlText w:val="o"/>
      <w:lvlJc w:val="left"/>
      <w:pPr>
        <w:tabs>
          <w:tab w:val="num" w:pos="0"/>
        </w:tabs>
        <w:ind w:left="811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0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2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3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4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3"/>
  </w:num>
  <w:num w:numId="7">
    <w:abstractNumId w:val="33"/>
  </w:num>
  <w:num w:numId="8">
    <w:abstractNumId w:val="26"/>
  </w:num>
  <w:num w:numId="9">
    <w:abstractNumId w:val="42"/>
  </w:num>
  <w:num w:numId="10">
    <w:abstractNumId w:val="0"/>
  </w:num>
  <w:num w:numId="11">
    <w:abstractNumId w:val="21"/>
  </w:num>
  <w:num w:numId="12">
    <w:abstractNumId w:val="15"/>
  </w:num>
  <w:num w:numId="13">
    <w:abstractNumId w:val="23"/>
  </w:num>
  <w:num w:numId="14">
    <w:abstractNumId w:val="19"/>
  </w:num>
  <w:num w:numId="15">
    <w:abstractNumId w:val="38"/>
  </w:num>
  <w:num w:numId="16">
    <w:abstractNumId w:val="25"/>
  </w:num>
  <w:num w:numId="17">
    <w:abstractNumId w:val="8"/>
  </w:num>
  <w:num w:numId="18">
    <w:abstractNumId w:val="37"/>
  </w:num>
  <w:num w:numId="19">
    <w:abstractNumId w:val="43"/>
  </w:num>
  <w:num w:numId="20">
    <w:abstractNumId w:val="36"/>
  </w:num>
  <w:num w:numId="21">
    <w:abstractNumId w:val="32"/>
  </w:num>
  <w:num w:numId="22">
    <w:abstractNumId w:val="22"/>
  </w:num>
  <w:num w:numId="23">
    <w:abstractNumId w:val="31"/>
  </w:num>
  <w:num w:numId="24">
    <w:abstractNumId w:val="16"/>
  </w:num>
  <w:num w:numId="25">
    <w:abstractNumId w:val="35"/>
  </w:num>
  <w:num w:numId="26">
    <w:abstractNumId w:val="12"/>
  </w:num>
  <w:num w:numId="27">
    <w:abstractNumId w:val="40"/>
  </w:num>
  <w:num w:numId="28">
    <w:abstractNumId w:val="41"/>
  </w:num>
  <w:num w:numId="29">
    <w:abstractNumId w:val="9"/>
  </w:num>
  <w:num w:numId="30">
    <w:abstractNumId w:val="7"/>
  </w:num>
  <w:num w:numId="31">
    <w:abstractNumId w:val="1"/>
  </w:num>
  <w:num w:numId="32">
    <w:abstractNumId w:val="44"/>
  </w:num>
  <w:num w:numId="33">
    <w:abstractNumId w:val="10"/>
  </w:num>
  <w:num w:numId="34">
    <w:abstractNumId w:val="29"/>
  </w:num>
  <w:num w:numId="35">
    <w:abstractNumId w:val="5"/>
  </w:num>
  <w:num w:numId="36">
    <w:abstractNumId w:val="39"/>
  </w:num>
  <w:num w:numId="37">
    <w:abstractNumId w:val="20"/>
  </w:num>
  <w:num w:numId="38">
    <w:abstractNumId w:val="24"/>
  </w:num>
  <w:num w:numId="39">
    <w:abstractNumId w:val="30"/>
  </w:num>
  <w:num w:numId="40">
    <w:abstractNumId w:val="27"/>
  </w:num>
  <w:num w:numId="41">
    <w:abstractNumId w:val="18"/>
  </w:num>
  <w:num w:numId="42">
    <w:abstractNumId w:val="2"/>
  </w:num>
  <w:num w:numId="43">
    <w:abstractNumId w:val="28"/>
  </w:num>
  <w:num w:numId="44">
    <w:abstractNumId w:val="1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Line 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42265"/>
    <w:rsid w:val="0004589A"/>
    <w:rsid w:val="00072DDE"/>
    <w:rsid w:val="00080850"/>
    <w:rsid w:val="0009018B"/>
    <w:rsid w:val="00094830"/>
    <w:rsid w:val="00095D5B"/>
    <w:rsid w:val="000C2AAE"/>
    <w:rsid w:val="000D1115"/>
    <w:rsid w:val="00111282"/>
    <w:rsid w:val="001175F2"/>
    <w:rsid w:val="00134DEE"/>
    <w:rsid w:val="001357F6"/>
    <w:rsid w:val="00144BFD"/>
    <w:rsid w:val="00163AF4"/>
    <w:rsid w:val="001679F8"/>
    <w:rsid w:val="001726E9"/>
    <w:rsid w:val="001A32C9"/>
    <w:rsid w:val="001A637E"/>
    <w:rsid w:val="001B674D"/>
    <w:rsid w:val="001D40CB"/>
    <w:rsid w:val="001D7627"/>
    <w:rsid w:val="001E7798"/>
    <w:rsid w:val="002173DA"/>
    <w:rsid w:val="00273596"/>
    <w:rsid w:val="00275DCC"/>
    <w:rsid w:val="00284F7C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90F4C"/>
    <w:rsid w:val="003E2E03"/>
    <w:rsid w:val="003F4311"/>
    <w:rsid w:val="00474F02"/>
    <w:rsid w:val="004E30C9"/>
    <w:rsid w:val="00507932"/>
    <w:rsid w:val="00522E43"/>
    <w:rsid w:val="005232F5"/>
    <w:rsid w:val="00523BEA"/>
    <w:rsid w:val="0053309D"/>
    <w:rsid w:val="0055238C"/>
    <w:rsid w:val="005705BF"/>
    <w:rsid w:val="005943DA"/>
    <w:rsid w:val="005A6B00"/>
    <w:rsid w:val="005C21C9"/>
    <w:rsid w:val="005C7AFF"/>
    <w:rsid w:val="005F26B9"/>
    <w:rsid w:val="0060018D"/>
    <w:rsid w:val="00643AC4"/>
    <w:rsid w:val="00644F34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338F4"/>
    <w:rsid w:val="00744EC4"/>
    <w:rsid w:val="00754551"/>
    <w:rsid w:val="0076114F"/>
    <w:rsid w:val="00776028"/>
    <w:rsid w:val="007A69A6"/>
    <w:rsid w:val="007B3E15"/>
    <w:rsid w:val="007C403D"/>
    <w:rsid w:val="008333ED"/>
    <w:rsid w:val="00851382"/>
    <w:rsid w:val="00861926"/>
    <w:rsid w:val="0088290B"/>
    <w:rsid w:val="008B3D4E"/>
    <w:rsid w:val="008C26CE"/>
    <w:rsid w:val="008E7688"/>
    <w:rsid w:val="008F4C84"/>
    <w:rsid w:val="00907D45"/>
    <w:rsid w:val="00931D5E"/>
    <w:rsid w:val="00935472"/>
    <w:rsid w:val="00936CF8"/>
    <w:rsid w:val="00937E7C"/>
    <w:rsid w:val="0095201A"/>
    <w:rsid w:val="00955977"/>
    <w:rsid w:val="0095716B"/>
    <w:rsid w:val="009C6F66"/>
    <w:rsid w:val="009F239D"/>
    <w:rsid w:val="009F711B"/>
    <w:rsid w:val="009F75B4"/>
    <w:rsid w:val="00A40C9A"/>
    <w:rsid w:val="00A95159"/>
    <w:rsid w:val="00AC3124"/>
    <w:rsid w:val="00AC4893"/>
    <w:rsid w:val="00AE4990"/>
    <w:rsid w:val="00AF0DE7"/>
    <w:rsid w:val="00B15233"/>
    <w:rsid w:val="00B81BF6"/>
    <w:rsid w:val="00BB1052"/>
    <w:rsid w:val="00BD3175"/>
    <w:rsid w:val="00BD6FA5"/>
    <w:rsid w:val="00BF0D73"/>
    <w:rsid w:val="00C04AE4"/>
    <w:rsid w:val="00C05C7A"/>
    <w:rsid w:val="00C46F48"/>
    <w:rsid w:val="00C564B2"/>
    <w:rsid w:val="00C66FC3"/>
    <w:rsid w:val="00C72D22"/>
    <w:rsid w:val="00C82AD1"/>
    <w:rsid w:val="00C916A3"/>
    <w:rsid w:val="00C92E19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32BBC"/>
    <w:rsid w:val="00E3660B"/>
    <w:rsid w:val="00E615D2"/>
    <w:rsid w:val="00E753B1"/>
    <w:rsid w:val="00EB7F6D"/>
    <w:rsid w:val="00EC3F30"/>
    <w:rsid w:val="00EC67EE"/>
    <w:rsid w:val="00ED5174"/>
    <w:rsid w:val="00EF6CD7"/>
    <w:rsid w:val="00F12E7F"/>
    <w:rsid w:val="00F167CD"/>
    <w:rsid w:val="00F5775A"/>
    <w:rsid w:val="00F97AE0"/>
    <w:rsid w:val="00FD2955"/>
    <w:rsid w:val="00FD5429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A22AB1E-29E1-413A-9F4C-2EF0E059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Coninutcadru">
    <w:name w:val="Conținut cadru"/>
    <w:basedOn w:val="Normal"/>
    <w:qFormat/>
    <w:rsid w:val="00273596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04589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C82C4-42E3-4AB7-A867-D962C139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8</Pages>
  <Words>2555</Words>
  <Characters>16574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19091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2022-03-29T08:07:00Z</cp:lastPrinted>
  <dcterms:created xsi:type="dcterms:W3CDTF">2023-09-22T09:06:00Z</dcterms:created>
  <dcterms:modified xsi:type="dcterms:W3CDTF">2023-09-22T09:08:00Z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e02bd7717d97702b57775fc0a2e1315d843d714436e5f3281e124bb48c012066</vt:lpwstr>
  </property>
</Properties>
</file>